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DBC72" w14:textId="77777777" w:rsidR="00711CAC" w:rsidRPr="00971C9B" w:rsidRDefault="00711CAC" w:rsidP="00A63D69">
      <w:pPr>
        <w:rPr>
          <w:rFonts w:ascii="Arial" w:hAnsi="Arial" w:cs="Arial"/>
          <w:b/>
          <w:sz w:val="28"/>
          <w:szCs w:val="28"/>
          <w:vertAlign w:val="superscript"/>
        </w:rPr>
      </w:pPr>
      <w:bookmarkStart w:id="0" w:name="_GoBack"/>
      <w:bookmarkEnd w:id="0"/>
    </w:p>
    <w:p w14:paraId="6D9DBC73" w14:textId="77777777" w:rsidR="00150FD4" w:rsidRDefault="00150FD4" w:rsidP="00A63D69">
      <w:pPr>
        <w:rPr>
          <w:rFonts w:ascii="Arial" w:hAnsi="Arial" w:cs="Arial"/>
          <w:b/>
          <w:sz w:val="28"/>
          <w:szCs w:val="28"/>
        </w:rPr>
      </w:pPr>
    </w:p>
    <w:p w14:paraId="6D9DBC74" w14:textId="77777777" w:rsidR="00A63D69" w:rsidRPr="000D7BB1" w:rsidRDefault="00150FD4" w:rsidP="00A63D6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af m</w:t>
      </w:r>
      <w:r w:rsidR="003C380E" w:rsidRPr="00A6282C">
        <w:rPr>
          <w:rFonts w:ascii="Arial" w:hAnsi="Arial" w:cs="Arial"/>
          <w:b/>
          <w:sz w:val="28"/>
          <w:szCs w:val="28"/>
        </w:rPr>
        <w:t>odul</w:t>
      </w:r>
      <w:r w:rsidR="00A63D69" w:rsidRPr="00A6282C">
        <w:rPr>
          <w:rFonts w:ascii="Arial" w:hAnsi="Arial" w:cs="Arial"/>
          <w:b/>
          <w:sz w:val="28"/>
          <w:szCs w:val="28"/>
        </w:rPr>
        <w:t>et</w:t>
      </w:r>
      <w:r w:rsidR="003926D3" w:rsidRPr="00A6282C">
        <w:rPr>
          <w:rFonts w:ascii="Arial" w:hAnsi="Arial" w:cs="Arial"/>
          <w:b/>
          <w:sz w:val="28"/>
          <w:szCs w:val="28"/>
        </w:rPr>
        <w:t>/faget</w:t>
      </w:r>
      <w:r w:rsidR="004230A5">
        <w:rPr>
          <w:rFonts w:ascii="Arial" w:hAnsi="Arial" w:cs="Arial"/>
          <w:b/>
          <w:sz w:val="28"/>
          <w:szCs w:val="28"/>
        </w:rPr>
        <w:t>/</w:t>
      </w:r>
      <w:proofErr w:type="gramStart"/>
      <w:r w:rsidR="004230A5">
        <w:rPr>
          <w:rFonts w:ascii="Arial" w:hAnsi="Arial" w:cs="Arial"/>
          <w:b/>
          <w:sz w:val="28"/>
          <w:szCs w:val="28"/>
        </w:rPr>
        <w:t>kurset</w:t>
      </w:r>
      <w:r>
        <w:rPr>
          <w:rFonts w:ascii="Arial" w:hAnsi="Arial" w:cs="Arial"/>
          <w:b/>
          <w:sz w:val="28"/>
          <w:szCs w:val="28"/>
        </w:rPr>
        <w:t>:</w:t>
      </w:r>
      <w:r w:rsidR="006F6B27">
        <w:rPr>
          <w:rFonts w:ascii="Arial" w:hAnsi="Arial" w:cs="Arial"/>
          <w:b/>
          <w:sz w:val="28"/>
          <w:szCs w:val="28"/>
        </w:rPr>
        <w:t xml:space="preserve">   </w:t>
      </w:r>
      <w:r w:rsidR="00F42C12" w:rsidRPr="00602A9E">
        <w:rPr>
          <w:rFonts w:ascii="Arial" w:hAnsi="Arial" w:cs="Arial"/>
          <w:b/>
          <w:sz w:val="28"/>
          <w:szCs w:val="28"/>
        </w:rPr>
        <w:t>XXXXXXXXXXXX</w:t>
      </w:r>
      <w:proofErr w:type="gramEnd"/>
      <w:r w:rsidRPr="00602A9E">
        <w:rPr>
          <w:rFonts w:ascii="Arial" w:hAnsi="Arial" w:cs="Arial"/>
          <w:b/>
          <w:sz w:val="28"/>
          <w:szCs w:val="28"/>
        </w:rPr>
        <w:t xml:space="preserve"> </w:t>
      </w:r>
      <w:r w:rsidRPr="00602A9E">
        <w:rPr>
          <w:rFonts w:ascii="Arial" w:hAnsi="Arial" w:cs="Arial"/>
          <w:i/>
          <w:sz w:val="24"/>
          <w:szCs w:val="24"/>
        </w:rPr>
        <w:t>(titel)</w:t>
      </w:r>
    </w:p>
    <w:p w14:paraId="6D9DBC75" w14:textId="77777777" w:rsidR="00A63D69" w:rsidRPr="00A63D69" w:rsidRDefault="00A63D69" w:rsidP="00A63D69">
      <w:pPr>
        <w:rPr>
          <w:rFonts w:ascii="Arial" w:hAnsi="Arial" w:cs="Arial"/>
          <w:sz w:val="24"/>
          <w:szCs w:val="24"/>
        </w:rPr>
      </w:pPr>
    </w:p>
    <w:p w14:paraId="6D9DBC78" w14:textId="77777777" w:rsidR="003954DD" w:rsidRPr="00602A9E" w:rsidRDefault="003F4281" w:rsidP="00A6578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475BF7">
        <w:rPr>
          <w:rFonts w:ascii="Arial" w:hAnsi="Arial" w:cs="Arial"/>
          <w:b/>
          <w:sz w:val="24"/>
          <w:szCs w:val="24"/>
        </w:rPr>
        <w:t xml:space="preserve"> </w:t>
      </w:r>
      <w:r w:rsidRPr="00602A9E">
        <w:rPr>
          <w:rFonts w:ascii="Arial" w:hAnsi="Arial" w:cs="Arial"/>
          <w:b/>
          <w:sz w:val="24"/>
          <w:szCs w:val="24"/>
        </w:rPr>
        <w:t>Indledning</w:t>
      </w:r>
    </w:p>
    <w:p w14:paraId="6D9DBC79" w14:textId="77777777" w:rsidR="00711CAC" w:rsidRPr="00602A9E" w:rsidRDefault="00711CAC" w:rsidP="00711CAC">
      <w:pPr>
        <w:pStyle w:val="bilagstekst"/>
        <w:spacing w:line="276" w:lineRule="auto"/>
        <w:rPr>
          <w:i/>
          <w:color w:val="auto"/>
        </w:rPr>
      </w:pPr>
    </w:p>
    <w:p w14:paraId="6D9DBC7A" w14:textId="77777777" w:rsidR="00711CAC" w:rsidRPr="00602A9E" w:rsidRDefault="00711CAC" w:rsidP="00A65786">
      <w:pPr>
        <w:rPr>
          <w:rFonts w:ascii="Arial" w:hAnsi="Arial" w:cs="Arial"/>
          <w:sz w:val="24"/>
          <w:szCs w:val="24"/>
        </w:rPr>
      </w:pPr>
    </w:p>
    <w:p w14:paraId="6D9DBC7B" w14:textId="77777777" w:rsidR="003F4281" w:rsidRPr="00602A9E" w:rsidRDefault="003F4281" w:rsidP="00A65786">
      <w:pPr>
        <w:rPr>
          <w:rFonts w:ascii="Arial" w:hAnsi="Arial" w:cs="Arial"/>
          <w:b/>
          <w:sz w:val="24"/>
          <w:szCs w:val="24"/>
        </w:rPr>
      </w:pPr>
      <w:r w:rsidRPr="00602A9E">
        <w:rPr>
          <w:rFonts w:ascii="Arial" w:hAnsi="Arial" w:cs="Arial"/>
          <w:b/>
          <w:sz w:val="24"/>
          <w:szCs w:val="24"/>
        </w:rPr>
        <w:t>2. Forudsætninger</w:t>
      </w:r>
    </w:p>
    <w:p w14:paraId="6D9DBC7C" w14:textId="77777777" w:rsidR="00F24F3B" w:rsidRPr="00602A9E" w:rsidRDefault="00F24F3B" w:rsidP="00F24F3B">
      <w:pPr>
        <w:pStyle w:val="bilagstekst"/>
        <w:spacing w:line="276" w:lineRule="auto"/>
        <w:rPr>
          <w:rFonts w:ascii="Arial" w:hAnsi="Arial" w:cs="Arial"/>
          <w:i/>
          <w:color w:val="auto"/>
        </w:rPr>
      </w:pPr>
      <w:r w:rsidRPr="00602A9E">
        <w:rPr>
          <w:rFonts w:ascii="Arial" w:hAnsi="Arial" w:cs="Arial"/>
          <w:i/>
          <w:color w:val="auto"/>
        </w:rPr>
        <w:t>Kun ved behov</w:t>
      </w:r>
    </w:p>
    <w:p w14:paraId="6D9DBC7D" w14:textId="77777777" w:rsidR="00F24F3B" w:rsidRPr="00602A9E" w:rsidRDefault="00F24F3B" w:rsidP="00F24F3B">
      <w:pPr>
        <w:pStyle w:val="bilagstekst"/>
        <w:spacing w:line="276" w:lineRule="auto"/>
        <w:rPr>
          <w:i/>
          <w:color w:val="auto"/>
        </w:rPr>
      </w:pPr>
    </w:p>
    <w:p w14:paraId="6D9DBC7E" w14:textId="77777777" w:rsidR="000A1B49" w:rsidRPr="00602A9E" w:rsidRDefault="003F4281" w:rsidP="00A65786">
      <w:pPr>
        <w:rPr>
          <w:rFonts w:ascii="Arial" w:hAnsi="Arial" w:cs="Arial"/>
          <w:b/>
          <w:sz w:val="24"/>
          <w:szCs w:val="24"/>
        </w:rPr>
      </w:pPr>
      <w:r w:rsidRPr="00602A9E">
        <w:rPr>
          <w:rFonts w:ascii="Arial" w:hAnsi="Arial" w:cs="Arial"/>
          <w:b/>
          <w:sz w:val="24"/>
          <w:szCs w:val="24"/>
        </w:rPr>
        <w:t xml:space="preserve">3. </w:t>
      </w:r>
      <w:r w:rsidR="00A65786" w:rsidRPr="00602A9E">
        <w:rPr>
          <w:rFonts w:ascii="Arial" w:hAnsi="Arial" w:cs="Arial"/>
          <w:b/>
          <w:sz w:val="24"/>
          <w:szCs w:val="24"/>
        </w:rPr>
        <w:t>Formål:</w:t>
      </w:r>
    </w:p>
    <w:p w14:paraId="6D9DBC7F" w14:textId="77777777" w:rsidR="00766E83" w:rsidRPr="00602A9E" w:rsidRDefault="006F6B27" w:rsidP="00A65786">
      <w:pPr>
        <w:rPr>
          <w:rFonts w:ascii="Arial" w:hAnsi="Arial"/>
          <w:i/>
          <w:iCs/>
          <w:sz w:val="24"/>
        </w:rPr>
      </w:pPr>
      <w:r w:rsidRPr="00602A9E">
        <w:rPr>
          <w:rFonts w:ascii="Arial" w:hAnsi="Arial" w:cs="Arial"/>
          <w:i/>
          <w:iCs/>
          <w:sz w:val="24"/>
          <w:szCs w:val="24"/>
        </w:rPr>
        <w:t>(</w:t>
      </w:r>
      <w:r w:rsidR="00A65786" w:rsidRPr="00602A9E">
        <w:rPr>
          <w:rFonts w:ascii="Arial" w:hAnsi="Arial" w:cs="Arial"/>
          <w:i/>
          <w:iCs/>
          <w:sz w:val="24"/>
          <w:szCs w:val="24"/>
        </w:rPr>
        <w:t>Hvorfor</w:t>
      </w:r>
      <w:r w:rsidR="00A65786" w:rsidRPr="00602A9E">
        <w:rPr>
          <w:rFonts w:ascii="Arial" w:hAnsi="Arial"/>
          <w:i/>
          <w:iCs/>
          <w:sz w:val="24"/>
        </w:rPr>
        <w:t xml:space="preserve"> er </w:t>
      </w:r>
      <w:r w:rsidR="003C380E" w:rsidRPr="00602A9E">
        <w:rPr>
          <w:rFonts w:ascii="Arial" w:hAnsi="Arial"/>
          <w:i/>
          <w:iCs/>
          <w:sz w:val="24"/>
        </w:rPr>
        <w:t>modulet</w:t>
      </w:r>
      <w:r w:rsidR="0001602C" w:rsidRPr="00602A9E">
        <w:rPr>
          <w:rFonts w:ascii="Arial" w:hAnsi="Arial"/>
          <w:i/>
          <w:iCs/>
          <w:sz w:val="24"/>
        </w:rPr>
        <w:t>/faget</w:t>
      </w:r>
      <w:r w:rsidR="004230A5" w:rsidRPr="00602A9E">
        <w:rPr>
          <w:rFonts w:ascii="Arial" w:hAnsi="Arial"/>
          <w:i/>
          <w:iCs/>
          <w:sz w:val="24"/>
        </w:rPr>
        <w:t>/kurset</w:t>
      </w:r>
      <w:r w:rsidR="00A65786" w:rsidRPr="00602A9E">
        <w:rPr>
          <w:rFonts w:ascii="Arial" w:hAnsi="Arial"/>
          <w:i/>
          <w:iCs/>
          <w:sz w:val="24"/>
        </w:rPr>
        <w:t xml:space="preserve"> relevant</w:t>
      </w:r>
      <w:r w:rsidR="000A1B49" w:rsidRPr="00602A9E">
        <w:rPr>
          <w:rFonts w:ascii="Arial" w:hAnsi="Arial"/>
          <w:i/>
          <w:iCs/>
          <w:sz w:val="24"/>
        </w:rPr>
        <w:t xml:space="preserve"> i forhold til </w:t>
      </w:r>
      <w:r w:rsidR="0001602C" w:rsidRPr="00602A9E">
        <w:rPr>
          <w:rFonts w:ascii="Arial" w:hAnsi="Arial"/>
          <w:i/>
          <w:iCs/>
          <w:sz w:val="24"/>
        </w:rPr>
        <w:t>funktionen</w:t>
      </w:r>
      <w:r w:rsidR="00A6282C" w:rsidRPr="00602A9E">
        <w:rPr>
          <w:rFonts w:ascii="Arial" w:hAnsi="Arial"/>
          <w:i/>
          <w:iCs/>
          <w:sz w:val="24"/>
        </w:rPr>
        <w:t xml:space="preserve"> </w:t>
      </w:r>
      <w:r w:rsidR="00A65786" w:rsidRPr="00602A9E">
        <w:rPr>
          <w:rFonts w:ascii="Arial" w:hAnsi="Arial"/>
          <w:i/>
          <w:iCs/>
          <w:sz w:val="24"/>
        </w:rPr>
        <w:t xml:space="preserve">– Hvad kan </w:t>
      </w:r>
      <w:r w:rsidR="00927C2F" w:rsidRPr="00602A9E">
        <w:rPr>
          <w:rFonts w:ascii="Arial" w:hAnsi="Arial"/>
          <w:i/>
          <w:iCs/>
          <w:sz w:val="24"/>
        </w:rPr>
        <w:t>det</w:t>
      </w:r>
      <w:r w:rsidR="00A65786" w:rsidRPr="00602A9E">
        <w:rPr>
          <w:rFonts w:ascii="Arial" w:hAnsi="Arial"/>
          <w:i/>
          <w:iCs/>
          <w:sz w:val="24"/>
        </w:rPr>
        <w:t xml:space="preserve"> bruges til?</w:t>
      </w:r>
      <w:r w:rsidRPr="00602A9E">
        <w:rPr>
          <w:rFonts w:ascii="Arial" w:hAnsi="Arial"/>
          <w:i/>
          <w:iCs/>
          <w:sz w:val="24"/>
        </w:rPr>
        <w:t>)</w:t>
      </w:r>
    </w:p>
    <w:p w14:paraId="6D9DBC80" w14:textId="77777777" w:rsidR="00A65786" w:rsidRPr="00602A9E" w:rsidRDefault="00A65786">
      <w:pPr>
        <w:rPr>
          <w:rFonts w:ascii="Arial" w:hAnsi="Arial"/>
          <w:sz w:val="24"/>
        </w:rPr>
      </w:pPr>
    </w:p>
    <w:p w14:paraId="6D9DBC81" w14:textId="77777777" w:rsidR="00177666" w:rsidRPr="00602A9E" w:rsidRDefault="00177666">
      <w:pPr>
        <w:rPr>
          <w:rFonts w:ascii="Arial" w:hAnsi="Arial"/>
          <w:b/>
          <w:sz w:val="24"/>
          <w:u w:val="single"/>
        </w:rPr>
      </w:pPr>
    </w:p>
    <w:p w14:paraId="6D9DBC82" w14:textId="77777777" w:rsidR="000A1B49" w:rsidRPr="00602A9E" w:rsidRDefault="003F4281">
      <w:pPr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 xml:space="preserve">4. </w:t>
      </w:r>
      <w:r w:rsidR="00932B5A">
        <w:rPr>
          <w:rFonts w:ascii="Arial" w:hAnsi="Arial"/>
          <w:b/>
          <w:sz w:val="24"/>
        </w:rPr>
        <w:t>Læringsudbytte</w:t>
      </w:r>
      <w:r w:rsidR="000A1B49" w:rsidRPr="00602A9E">
        <w:rPr>
          <w:rFonts w:ascii="Arial" w:hAnsi="Arial"/>
          <w:b/>
          <w:sz w:val="24"/>
        </w:rPr>
        <w:t>:</w:t>
      </w:r>
    </w:p>
    <w:p w14:paraId="6D9DBC83" w14:textId="77777777" w:rsidR="00A65786" w:rsidRPr="00602A9E" w:rsidRDefault="006F6B27">
      <w:pPr>
        <w:rPr>
          <w:rFonts w:ascii="Arial" w:hAnsi="Arial"/>
          <w:i/>
          <w:iCs/>
          <w:sz w:val="24"/>
        </w:rPr>
      </w:pPr>
      <w:r w:rsidRPr="00602A9E">
        <w:rPr>
          <w:rFonts w:ascii="Arial" w:hAnsi="Arial"/>
          <w:i/>
          <w:iCs/>
          <w:sz w:val="24"/>
        </w:rPr>
        <w:t>(</w:t>
      </w:r>
      <w:r w:rsidR="00932B5A">
        <w:rPr>
          <w:rFonts w:ascii="Arial" w:hAnsi="Arial"/>
          <w:i/>
          <w:iCs/>
          <w:sz w:val="24"/>
        </w:rPr>
        <w:t>Læringsudbytte</w:t>
      </w:r>
      <w:r w:rsidR="000A1B49" w:rsidRPr="00602A9E">
        <w:rPr>
          <w:rFonts w:ascii="Arial" w:hAnsi="Arial"/>
          <w:i/>
          <w:iCs/>
          <w:sz w:val="24"/>
        </w:rPr>
        <w:t xml:space="preserve"> i</w:t>
      </w:r>
      <w:r w:rsidR="006A4711" w:rsidRPr="00602A9E">
        <w:rPr>
          <w:rFonts w:ascii="Arial" w:hAnsi="Arial"/>
          <w:i/>
          <w:iCs/>
          <w:sz w:val="24"/>
        </w:rPr>
        <w:t xml:space="preserve"> </w:t>
      </w:r>
      <w:r w:rsidR="000A1B49" w:rsidRPr="00602A9E">
        <w:rPr>
          <w:rFonts w:ascii="Arial" w:hAnsi="Arial"/>
          <w:i/>
          <w:iCs/>
          <w:sz w:val="24"/>
        </w:rPr>
        <w:t>kvalifikationsrammetermer</w:t>
      </w:r>
      <w:r w:rsidR="00D63933" w:rsidRPr="00602A9E">
        <w:rPr>
          <w:rFonts w:ascii="Arial" w:hAnsi="Arial"/>
          <w:i/>
          <w:iCs/>
          <w:sz w:val="24"/>
        </w:rPr>
        <w:t>.</w:t>
      </w:r>
      <w:r w:rsidRPr="00602A9E">
        <w:rPr>
          <w:rFonts w:ascii="Arial" w:hAnsi="Arial"/>
          <w:i/>
          <w:iCs/>
          <w:sz w:val="24"/>
        </w:rPr>
        <w:t>)</w:t>
      </w:r>
      <w:r w:rsidR="006A4711" w:rsidRPr="00602A9E">
        <w:rPr>
          <w:rFonts w:ascii="Arial" w:hAnsi="Arial"/>
          <w:i/>
          <w:iCs/>
          <w:sz w:val="24"/>
        </w:rPr>
        <w:t xml:space="preserve"> </w:t>
      </w:r>
    </w:p>
    <w:p w14:paraId="6D9DBC84" w14:textId="77777777" w:rsidR="00A6282C" w:rsidRPr="00602A9E" w:rsidRDefault="00A6282C">
      <w:pPr>
        <w:rPr>
          <w:rFonts w:ascii="Arial" w:hAnsi="Arial"/>
          <w:sz w:val="24"/>
        </w:rPr>
      </w:pPr>
    </w:p>
    <w:p w14:paraId="6D9DBC85" w14:textId="77777777" w:rsidR="00D63933" w:rsidRPr="00602A9E" w:rsidRDefault="003F4281" w:rsidP="007C3E25">
      <w:pPr>
        <w:ind w:firstLine="1304"/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>Viden</w:t>
      </w:r>
    </w:p>
    <w:p w14:paraId="6D9DBC86" w14:textId="77777777" w:rsidR="006C7AAC" w:rsidRPr="00602A9E" w:rsidRDefault="006C7AAC">
      <w:pPr>
        <w:rPr>
          <w:rFonts w:ascii="Arial" w:hAnsi="Arial"/>
          <w:sz w:val="24"/>
        </w:rPr>
      </w:pPr>
    </w:p>
    <w:p w14:paraId="6D9DBC87" w14:textId="77777777" w:rsidR="006C7AAC" w:rsidRPr="00602A9E" w:rsidRDefault="006C7AAC">
      <w:pPr>
        <w:rPr>
          <w:rFonts w:ascii="Arial" w:hAnsi="Arial"/>
          <w:sz w:val="24"/>
        </w:rPr>
      </w:pPr>
    </w:p>
    <w:p w14:paraId="6D9DBC88" w14:textId="77777777" w:rsidR="006C7AAC" w:rsidRPr="00602A9E" w:rsidRDefault="003F4281" w:rsidP="007C3E25">
      <w:pPr>
        <w:ind w:firstLine="1304"/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>Færdigheder</w:t>
      </w:r>
    </w:p>
    <w:p w14:paraId="6D9DBC89" w14:textId="77777777" w:rsidR="006C7AAC" w:rsidRPr="00602A9E" w:rsidRDefault="006C7AAC">
      <w:pPr>
        <w:rPr>
          <w:rFonts w:ascii="Arial" w:hAnsi="Arial"/>
          <w:sz w:val="24"/>
        </w:rPr>
      </w:pPr>
    </w:p>
    <w:p w14:paraId="6D9DBC8A" w14:textId="77777777" w:rsidR="006C7AAC" w:rsidRPr="00602A9E" w:rsidRDefault="006C7AAC">
      <w:pPr>
        <w:rPr>
          <w:rFonts w:ascii="Arial" w:hAnsi="Arial"/>
          <w:sz w:val="24"/>
        </w:rPr>
      </w:pPr>
    </w:p>
    <w:p w14:paraId="6D9DBC8B" w14:textId="77777777" w:rsidR="006C7AAC" w:rsidRPr="00602A9E" w:rsidRDefault="003F4281" w:rsidP="007C3E25">
      <w:pPr>
        <w:ind w:firstLine="1304"/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>Kompetencer</w:t>
      </w:r>
    </w:p>
    <w:p w14:paraId="6D9DBC8C" w14:textId="77777777" w:rsidR="00A65786" w:rsidRPr="00602A9E" w:rsidRDefault="00A65786">
      <w:pPr>
        <w:rPr>
          <w:rFonts w:ascii="Arial" w:hAnsi="Arial"/>
          <w:sz w:val="24"/>
        </w:rPr>
      </w:pPr>
    </w:p>
    <w:p w14:paraId="6D9DBC8D" w14:textId="77777777" w:rsidR="006C7AAC" w:rsidRPr="00602A9E" w:rsidRDefault="006C7AAC">
      <w:pPr>
        <w:rPr>
          <w:rFonts w:ascii="Arial" w:hAnsi="Arial"/>
          <w:sz w:val="24"/>
        </w:rPr>
      </w:pPr>
    </w:p>
    <w:p w14:paraId="6D9DBC8E" w14:textId="77777777" w:rsidR="00A65786" w:rsidRPr="00602A9E" w:rsidRDefault="003F4281">
      <w:pPr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 xml:space="preserve">5. </w:t>
      </w:r>
      <w:r w:rsidR="00A65786" w:rsidRPr="00602A9E">
        <w:rPr>
          <w:rFonts w:ascii="Arial" w:hAnsi="Arial"/>
          <w:b/>
          <w:sz w:val="24"/>
        </w:rPr>
        <w:t>Indhold:</w:t>
      </w:r>
    </w:p>
    <w:p w14:paraId="6D9DBC8F" w14:textId="77777777" w:rsidR="00A65786" w:rsidRPr="00602A9E" w:rsidRDefault="006F6B27">
      <w:pPr>
        <w:rPr>
          <w:rFonts w:ascii="Arial" w:hAnsi="Arial"/>
          <w:i/>
          <w:iCs/>
          <w:sz w:val="24"/>
        </w:rPr>
      </w:pPr>
      <w:r w:rsidRPr="00602A9E">
        <w:rPr>
          <w:rFonts w:ascii="Arial" w:hAnsi="Arial"/>
          <w:i/>
          <w:iCs/>
          <w:sz w:val="24"/>
        </w:rPr>
        <w:t>(</w:t>
      </w:r>
      <w:r w:rsidR="00A65786" w:rsidRPr="00602A9E">
        <w:rPr>
          <w:rFonts w:ascii="Arial" w:hAnsi="Arial"/>
          <w:i/>
          <w:iCs/>
          <w:sz w:val="24"/>
        </w:rPr>
        <w:t>Eks. temaer</w:t>
      </w:r>
      <w:r w:rsidR="000A1B49" w:rsidRPr="00602A9E">
        <w:rPr>
          <w:rFonts w:ascii="Arial" w:hAnsi="Arial"/>
          <w:i/>
          <w:iCs/>
          <w:sz w:val="24"/>
        </w:rPr>
        <w:t>, emner</w:t>
      </w:r>
      <w:r w:rsidR="00DB7F6E" w:rsidRPr="00602A9E">
        <w:rPr>
          <w:rFonts w:ascii="Arial" w:hAnsi="Arial"/>
          <w:i/>
          <w:iCs/>
          <w:sz w:val="24"/>
        </w:rPr>
        <w:t>/indhold</w:t>
      </w:r>
      <w:r w:rsidRPr="00602A9E">
        <w:rPr>
          <w:rFonts w:ascii="Arial" w:hAnsi="Arial"/>
          <w:i/>
          <w:iCs/>
          <w:sz w:val="24"/>
        </w:rPr>
        <w:t xml:space="preserve"> </w:t>
      </w:r>
      <w:r w:rsidR="00771265" w:rsidRPr="00602A9E">
        <w:rPr>
          <w:rFonts w:ascii="Arial" w:hAnsi="Arial"/>
          <w:i/>
          <w:iCs/>
          <w:sz w:val="24"/>
        </w:rPr>
        <w:t xml:space="preserve">f.eks. </w:t>
      </w:r>
      <w:r w:rsidR="0001602C" w:rsidRPr="00602A9E">
        <w:rPr>
          <w:rFonts w:ascii="Arial" w:hAnsi="Arial"/>
          <w:i/>
          <w:iCs/>
          <w:sz w:val="24"/>
        </w:rPr>
        <w:t>i punkt form.</w:t>
      </w:r>
      <w:r w:rsidRPr="00602A9E">
        <w:rPr>
          <w:rFonts w:ascii="Arial" w:hAnsi="Arial"/>
          <w:i/>
          <w:iCs/>
          <w:sz w:val="24"/>
        </w:rPr>
        <w:t>)</w:t>
      </w:r>
    </w:p>
    <w:p w14:paraId="6D9DBC90" w14:textId="77777777" w:rsidR="00711CAC" w:rsidRPr="00602A9E" w:rsidRDefault="00711CAC">
      <w:pPr>
        <w:rPr>
          <w:rFonts w:ascii="Arial" w:hAnsi="Arial"/>
          <w:i/>
          <w:iCs/>
          <w:sz w:val="24"/>
        </w:rPr>
      </w:pPr>
    </w:p>
    <w:p w14:paraId="6D9DBC91" w14:textId="77777777" w:rsidR="00A65786" w:rsidRPr="00602A9E" w:rsidRDefault="00A65786" w:rsidP="00711CAC">
      <w:pPr>
        <w:numPr>
          <w:ilvl w:val="0"/>
          <w:numId w:val="9"/>
        </w:numPr>
      </w:pPr>
    </w:p>
    <w:p w14:paraId="6D9DBC92" w14:textId="77777777" w:rsidR="00A65786" w:rsidRPr="00602A9E" w:rsidRDefault="00A65786">
      <w:pPr>
        <w:rPr>
          <w:rFonts w:ascii="Arial" w:hAnsi="Arial"/>
          <w:sz w:val="24"/>
          <w:u w:val="single"/>
        </w:rPr>
      </w:pPr>
    </w:p>
    <w:p w14:paraId="6D9DBC93" w14:textId="77777777" w:rsidR="000A1B49" w:rsidRPr="00602A9E" w:rsidRDefault="003F4281" w:rsidP="00E55673">
      <w:pPr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 xml:space="preserve">6. </w:t>
      </w:r>
      <w:r w:rsidR="00932B5A">
        <w:rPr>
          <w:rFonts w:ascii="Arial" w:hAnsi="Arial"/>
          <w:b/>
          <w:sz w:val="24"/>
        </w:rPr>
        <w:t>Studie-/arbejdsform</w:t>
      </w:r>
      <w:r w:rsidR="00FE09A8">
        <w:rPr>
          <w:rFonts w:ascii="Arial" w:hAnsi="Arial"/>
          <w:b/>
          <w:sz w:val="24"/>
        </w:rPr>
        <w:t>er</w:t>
      </w:r>
      <w:r w:rsidR="00A65786" w:rsidRPr="00602A9E">
        <w:rPr>
          <w:rFonts w:ascii="Arial" w:hAnsi="Arial"/>
          <w:b/>
          <w:sz w:val="24"/>
        </w:rPr>
        <w:t>:</w:t>
      </w:r>
    </w:p>
    <w:p w14:paraId="6D9DBC94" w14:textId="77777777" w:rsidR="006F6B27" w:rsidRPr="00602A9E" w:rsidRDefault="006F6B27" w:rsidP="00E55673">
      <w:pPr>
        <w:rPr>
          <w:rFonts w:ascii="Arial" w:hAnsi="Arial"/>
          <w:i/>
          <w:sz w:val="24"/>
        </w:rPr>
      </w:pPr>
      <w:r w:rsidRPr="00602A9E">
        <w:rPr>
          <w:rFonts w:ascii="Arial" w:hAnsi="Arial"/>
          <w:i/>
          <w:sz w:val="24"/>
        </w:rPr>
        <w:t>(Angivelse af:</w:t>
      </w:r>
    </w:p>
    <w:p w14:paraId="6D9DBC95" w14:textId="77777777" w:rsidR="00A6282C" w:rsidRPr="00602A9E" w:rsidRDefault="00925AF1" w:rsidP="00925AF1">
      <w:pPr>
        <w:numPr>
          <w:ilvl w:val="0"/>
          <w:numId w:val="5"/>
        </w:numPr>
        <w:rPr>
          <w:rFonts w:ascii="Arial" w:hAnsi="Arial"/>
          <w:i/>
          <w:iCs/>
          <w:sz w:val="24"/>
        </w:rPr>
      </w:pPr>
      <w:r w:rsidRPr="00602A9E">
        <w:rPr>
          <w:rFonts w:ascii="Arial" w:hAnsi="Arial"/>
          <w:i/>
          <w:iCs/>
          <w:sz w:val="24"/>
        </w:rPr>
        <w:t>H</w:t>
      </w:r>
      <w:r w:rsidR="00E55673" w:rsidRPr="00602A9E">
        <w:rPr>
          <w:rFonts w:ascii="Arial" w:hAnsi="Arial"/>
          <w:i/>
          <w:iCs/>
          <w:sz w:val="24"/>
        </w:rPr>
        <w:t xml:space="preserve">vilke </w:t>
      </w:r>
      <w:r w:rsidR="00932B5A">
        <w:rPr>
          <w:rFonts w:ascii="Arial" w:hAnsi="Arial"/>
          <w:i/>
          <w:iCs/>
          <w:sz w:val="24"/>
        </w:rPr>
        <w:t xml:space="preserve">studie- og arbejdsformer </w:t>
      </w:r>
      <w:r w:rsidR="00E55673" w:rsidRPr="00602A9E">
        <w:rPr>
          <w:rFonts w:ascii="Arial" w:hAnsi="Arial"/>
          <w:i/>
          <w:iCs/>
          <w:sz w:val="24"/>
        </w:rPr>
        <w:t>anvender vi til at understøtte læringsmålene?</w:t>
      </w:r>
      <w:r w:rsidR="00A65786" w:rsidRPr="00602A9E">
        <w:rPr>
          <w:rFonts w:ascii="Arial" w:hAnsi="Arial"/>
          <w:i/>
          <w:iCs/>
          <w:sz w:val="24"/>
        </w:rPr>
        <w:t xml:space="preserve"> </w:t>
      </w:r>
      <w:r w:rsidR="006366E2" w:rsidRPr="00602A9E">
        <w:rPr>
          <w:rFonts w:ascii="Arial" w:hAnsi="Arial"/>
          <w:i/>
          <w:iCs/>
          <w:sz w:val="24"/>
        </w:rPr>
        <w:t>F</w:t>
      </w:r>
      <w:r w:rsidR="00A65786" w:rsidRPr="00602A9E">
        <w:rPr>
          <w:rFonts w:ascii="Arial" w:hAnsi="Arial"/>
          <w:i/>
          <w:iCs/>
          <w:sz w:val="24"/>
        </w:rPr>
        <w:t>.eks. casearbejde</w:t>
      </w:r>
      <w:r w:rsidR="006E261F" w:rsidRPr="00602A9E">
        <w:rPr>
          <w:rFonts w:ascii="Arial" w:hAnsi="Arial"/>
          <w:i/>
          <w:iCs/>
          <w:sz w:val="24"/>
        </w:rPr>
        <w:t xml:space="preserve"> eller projektarbejde, </w:t>
      </w:r>
      <w:r w:rsidR="006366E2" w:rsidRPr="00602A9E">
        <w:rPr>
          <w:rFonts w:ascii="Arial" w:hAnsi="Arial"/>
          <w:i/>
          <w:iCs/>
          <w:sz w:val="24"/>
        </w:rPr>
        <w:t xml:space="preserve">som </w:t>
      </w:r>
      <w:r w:rsidR="00A65786" w:rsidRPr="00602A9E">
        <w:rPr>
          <w:rFonts w:ascii="Arial" w:hAnsi="Arial"/>
          <w:i/>
          <w:iCs/>
          <w:sz w:val="24"/>
        </w:rPr>
        <w:t xml:space="preserve">tager udgangspunkt i </w:t>
      </w:r>
      <w:r w:rsidR="00A6282C" w:rsidRPr="00602A9E">
        <w:rPr>
          <w:rFonts w:ascii="Arial" w:hAnsi="Arial"/>
          <w:i/>
          <w:iCs/>
          <w:sz w:val="24"/>
        </w:rPr>
        <w:t xml:space="preserve">kursistens </w:t>
      </w:r>
      <w:r w:rsidR="00A65786" w:rsidRPr="00602A9E">
        <w:rPr>
          <w:rFonts w:ascii="Arial" w:hAnsi="Arial"/>
          <w:i/>
          <w:iCs/>
          <w:sz w:val="24"/>
        </w:rPr>
        <w:t>oplevede problemstillinger.</w:t>
      </w:r>
      <w:r w:rsidR="00741887" w:rsidRPr="00602A9E">
        <w:rPr>
          <w:rFonts w:ascii="Arial" w:hAnsi="Arial"/>
          <w:i/>
          <w:iCs/>
          <w:sz w:val="24"/>
        </w:rPr>
        <w:t xml:space="preserve"> </w:t>
      </w:r>
      <w:r w:rsidR="006F6B27" w:rsidRPr="00602A9E">
        <w:rPr>
          <w:rFonts w:ascii="Arial" w:hAnsi="Arial"/>
          <w:i/>
          <w:iCs/>
          <w:sz w:val="24"/>
        </w:rPr>
        <w:t>Arbejdes i grupper, syndikater eller måske individuelt</w:t>
      </w:r>
      <w:r w:rsidR="00741887" w:rsidRPr="00602A9E">
        <w:rPr>
          <w:rFonts w:ascii="Arial" w:hAnsi="Arial"/>
          <w:i/>
          <w:iCs/>
          <w:sz w:val="24"/>
        </w:rPr>
        <w:t>.</w:t>
      </w:r>
      <w:r w:rsidR="00A65786" w:rsidRPr="00602A9E">
        <w:rPr>
          <w:rFonts w:ascii="Arial" w:hAnsi="Arial"/>
          <w:i/>
          <w:iCs/>
          <w:sz w:val="24"/>
        </w:rPr>
        <w:t xml:space="preserve"> </w:t>
      </w:r>
      <w:r w:rsidRPr="00602A9E">
        <w:rPr>
          <w:rFonts w:ascii="Arial" w:hAnsi="Arial"/>
          <w:i/>
          <w:iCs/>
          <w:sz w:val="24"/>
        </w:rPr>
        <w:t xml:space="preserve"> </w:t>
      </w:r>
    </w:p>
    <w:p w14:paraId="6D9DBC96" w14:textId="77777777" w:rsidR="00A65786" w:rsidRPr="00602A9E" w:rsidRDefault="00A65786" w:rsidP="00925AF1">
      <w:pPr>
        <w:numPr>
          <w:ilvl w:val="0"/>
          <w:numId w:val="5"/>
        </w:numPr>
        <w:rPr>
          <w:rFonts w:ascii="Arial" w:hAnsi="Arial"/>
          <w:i/>
          <w:iCs/>
          <w:sz w:val="24"/>
        </w:rPr>
      </w:pPr>
      <w:r w:rsidRPr="00602A9E">
        <w:rPr>
          <w:rFonts w:ascii="Arial" w:hAnsi="Arial"/>
          <w:i/>
          <w:iCs/>
          <w:sz w:val="24"/>
        </w:rPr>
        <w:t xml:space="preserve">Lærernes og </w:t>
      </w:r>
      <w:r w:rsidR="003926D3" w:rsidRPr="00602A9E">
        <w:rPr>
          <w:rFonts w:ascii="Arial" w:hAnsi="Arial"/>
          <w:i/>
          <w:iCs/>
          <w:sz w:val="24"/>
        </w:rPr>
        <w:t>elevernes</w:t>
      </w:r>
      <w:r w:rsidR="00711CAC" w:rsidRPr="00602A9E">
        <w:rPr>
          <w:rFonts w:ascii="Arial" w:hAnsi="Arial"/>
          <w:i/>
          <w:iCs/>
          <w:sz w:val="24"/>
        </w:rPr>
        <w:t>/kursistens</w:t>
      </w:r>
      <w:r w:rsidRPr="00602A9E">
        <w:rPr>
          <w:rFonts w:ascii="Arial" w:hAnsi="Arial"/>
          <w:i/>
          <w:iCs/>
          <w:sz w:val="24"/>
        </w:rPr>
        <w:t xml:space="preserve"> roller. </w:t>
      </w:r>
    </w:p>
    <w:p w14:paraId="6D9DBC97" w14:textId="77777777" w:rsidR="00925AF1" w:rsidRPr="00602A9E" w:rsidRDefault="00925AF1" w:rsidP="00925AF1">
      <w:pPr>
        <w:numPr>
          <w:ilvl w:val="0"/>
          <w:numId w:val="5"/>
        </w:numPr>
        <w:rPr>
          <w:rFonts w:ascii="Arial" w:hAnsi="Arial"/>
          <w:sz w:val="24"/>
        </w:rPr>
      </w:pPr>
      <w:r w:rsidRPr="00602A9E">
        <w:rPr>
          <w:rFonts w:ascii="Arial" w:hAnsi="Arial"/>
          <w:i/>
          <w:iCs/>
          <w:sz w:val="24"/>
        </w:rPr>
        <w:t>Forberedelse</w:t>
      </w:r>
      <w:r w:rsidR="008C3469" w:rsidRPr="00602A9E">
        <w:rPr>
          <w:rFonts w:ascii="Arial" w:hAnsi="Arial"/>
          <w:i/>
          <w:iCs/>
          <w:sz w:val="24"/>
        </w:rPr>
        <w:t>/ selvstudie</w:t>
      </w:r>
      <w:r w:rsidRPr="00602A9E">
        <w:rPr>
          <w:rFonts w:ascii="Arial" w:hAnsi="Arial"/>
          <w:i/>
          <w:iCs/>
          <w:sz w:val="24"/>
        </w:rPr>
        <w:t xml:space="preserve"> – hvorvidt </w:t>
      </w:r>
      <w:r w:rsidR="00711CAC" w:rsidRPr="00602A9E">
        <w:rPr>
          <w:rFonts w:ascii="Arial" w:hAnsi="Arial"/>
          <w:i/>
          <w:iCs/>
          <w:sz w:val="24"/>
        </w:rPr>
        <w:t>eleven/</w:t>
      </w:r>
      <w:r w:rsidR="00A6282C" w:rsidRPr="00602A9E">
        <w:rPr>
          <w:rFonts w:ascii="Arial" w:hAnsi="Arial"/>
          <w:i/>
          <w:iCs/>
          <w:sz w:val="24"/>
        </w:rPr>
        <w:t xml:space="preserve">kursisterne </w:t>
      </w:r>
      <w:r w:rsidR="00741887" w:rsidRPr="00602A9E">
        <w:rPr>
          <w:rFonts w:ascii="Arial" w:hAnsi="Arial"/>
          <w:i/>
          <w:iCs/>
          <w:sz w:val="24"/>
        </w:rPr>
        <w:t xml:space="preserve">skal </w:t>
      </w:r>
      <w:r w:rsidRPr="00602A9E">
        <w:rPr>
          <w:rFonts w:ascii="Arial" w:hAnsi="Arial"/>
          <w:i/>
          <w:iCs/>
          <w:sz w:val="24"/>
        </w:rPr>
        <w:t>forberede sig hjemme</w:t>
      </w:r>
      <w:r w:rsidR="00741887" w:rsidRPr="00602A9E">
        <w:rPr>
          <w:rFonts w:ascii="Arial" w:hAnsi="Arial"/>
          <w:i/>
          <w:iCs/>
          <w:sz w:val="24"/>
        </w:rPr>
        <w:t xml:space="preserve"> ved enheden - måske </w:t>
      </w:r>
      <w:r w:rsidR="00A6282C" w:rsidRPr="00602A9E">
        <w:rPr>
          <w:rFonts w:ascii="Arial" w:hAnsi="Arial"/>
          <w:i/>
          <w:iCs/>
          <w:sz w:val="24"/>
        </w:rPr>
        <w:t xml:space="preserve">ved siden af </w:t>
      </w:r>
      <w:r w:rsidR="00741887" w:rsidRPr="00602A9E">
        <w:rPr>
          <w:rFonts w:ascii="Arial" w:hAnsi="Arial"/>
          <w:i/>
          <w:iCs/>
          <w:sz w:val="24"/>
        </w:rPr>
        <w:t>havende tjeneste</w:t>
      </w:r>
      <w:r w:rsidRPr="00602A9E">
        <w:rPr>
          <w:rFonts w:ascii="Arial" w:hAnsi="Arial"/>
          <w:i/>
          <w:iCs/>
          <w:sz w:val="24"/>
        </w:rPr>
        <w:t xml:space="preserve"> og hvilke</w:t>
      </w:r>
      <w:r w:rsidR="003926D3" w:rsidRPr="00602A9E">
        <w:rPr>
          <w:rFonts w:ascii="Arial" w:hAnsi="Arial"/>
          <w:i/>
          <w:iCs/>
          <w:sz w:val="24"/>
        </w:rPr>
        <w:t xml:space="preserve">n form for forberedelse </w:t>
      </w:r>
      <w:r w:rsidR="00711CAC" w:rsidRPr="00602A9E">
        <w:rPr>
          <w:rFonts w:ascii="Arial" w:hAnsi="Arial"/>
          <w:i/>
          <w:iCs/>
          <w:sz w:val="24"/>
        </w:rPr>
        <w:t>eleven/</w:t>
      </w:r>
      <w:r w:rsidR="00A6282C" w:rsidRPr="00602A9E">
        <w:rPr>
          <w:rFonts w:ascii="Arial" w:hAnsi="Arial"/>
          <w:i/>
          <w:iCs/>
          <w:sz w:val="24"/>
        </w:rPr>
        <w:t>kursisterne skal</w:t>
      </w:r>
      <w:r w:rsidR="003926D3" w:rsidRPr="00602A9E">
        <w:rPr>
          <w:rFonts w:ascii="Arial" w:hAnsi="Arial"/>
          <w:i/>
          <w:iCs/>
          <w:sz w:val="24"/>
        </w:rPr>
        <w:t xml:space="preserve"> </w:t>
      </w:r>
      <w:r w:rsidRPr="00602A9E">
        <w:rPr>
          <w:rFonts w:ascii="Arial" w:hAnsi="Arial"/>
          <w:i/>
          <w:iCs/>
          <w:sz w:val="24"/>
        </w:rPr>
        <w:t>forvente? F.eks. tid til projektarbejde, skriftlige opgaver, læsning</w:t>
      </w:r>
      <w:r w:rsidR="003926D3" w:rsidRPr="00602A9E">
        <w:rPr>
          <w:rFonts w:ascii="Arial" w:hAnsi="Arial"/>
          <w:i/>
          <w:iCs/>
          <w:sz w:val="24"/>
        </w:rPr>
        <w:t xml:space="preserve">, </w:t>
      </w:r>
      <w:r w:rsidR="00711CAC" w:rsidRPr="00602A9E">
        <w:rPr>
          <w:rFonts w:ascii="Arial" w:hAnsi="Arial"/>
          <w:i/>
          <w:iCs/>
          <w:sz w:val="24"/>
        </w:rPr>
        <w:t xml:space="preserve">online </w:t>
      </w:r>
      <w:r w:rsidR="003926D3" w:rsidRPr="00602A9E">
        <w:rPr>
          <w:rFonts w:ascii="Arial" w:hAnsi="Arial"/>
          <w:i/>
          <w:iCs/>
          <w:sz w:val="24"/>
        </w:rPr>
        <w:t>diskussion</w:t>
      </w:r>
      <w:r w:rsidR="00711CAC" w:rsidRPr="00602A9E">
        <w:rPr>
          <w:rFonts w:ascii="Arial" w:hAnsi="Arial"/>
          <w:i/>
          <w:iCs/>
          <w:sz w:val="24"/>
        </w:rPr>
        <w:t>er</w:t>
      </w:r>
      <w:r w:rsidR="003926D3" w:rsidRPr="00602A9E">
        <w:rPr>
          <w:rFonts w:ascii="Arial" w:hAnsi="Arial"/>
          <w:i/>
          <w:iCs/>
          <w:sz w:val="24"/>
        </w:rPr>
        <w:t xml:space="preserve"> under </w:t>
      </w:r>
      <w:r w:rsidR="00711CAC" w:rsidRPr="00602A9E">
        <w:rPr>
          <w:rFonts w:ascii="Arial" w:hAnsi="Arial"/>
          <w:i/>
          <w:iCs/>
          <w:sz w:val="24"/>
        </w:rPr>
        <w:t>distance-/</w:t>
      </w:r>
      <w:r w:rsidR="003926D3" w:rsidRPr="00602A9E">
        <w:rPr>
          <w:rFonts w:ascii="Arial" w:hAnsi="Arial"/>
          <w:i/>
          <w:iCs/>
          <w:sz w:val="24"/>
        </w:rPr>
        <w:t>fjernundervisningsforløb</w:t>
      </w:r>
      <w:r w:rsidRPr="00602A9E">
        <w:rPr>
          <w:rFonts w:ascii="Arial" w:hAnsi="Arial"/>
          <w:i/>
          <w:iCs/>
          <w:sz w:val="24"/>
        </w:rPr>
        <w:t xml:space="preserve"> mm.</w:t>
      </w:r>
      <w:r w:rsidR="006F6B27" w:rsidRPr="00602A9E">
        <w:rPr>
          <w:rFonts w:ascii="Arial" w:hAnsi="Arial"/>
          <w:i/>
          <w:iCs/>
          <w:sz w:val="24"/>
        </w:rPr>
        <w:t>)</w:t>
      </w:r>
    </w:p>
    <w:p w14:paraId="6D9DBC98" w14:textId="77777777" w:rsidR="00A65786" w:rsidRPr="00602A9E" w:rsidRDefault="00A65786" w:rsidP="00A65786">
      <w:pPr>
        <w:rPr>
          <w:rFonts w:ascii="Arial" w:hAnsi="Arial"/>
          <w:sz w:val="24"/>
        </w:rPr>
      </w:pPr>
    </w:p>
    <w:p w14:paraId="6D9DBC99" w14:textId="77777777" w:rsidR="003F4281" w:rsidRPr="00602A9E" w:rsidRDefault="003F4281" w:rsidP="000D7BB1">
      <w:pPr>
        <w:keepNext/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lastRenderedPageBreak/>
        <w:t>7. Modulets/fagets arbejdsbelastning:</w:t>
      </w:r>
    </w:p>
    <w:p w14:paraId="6D9DBC9C" w14:textId="77777777" w:rsidR="003F4281" w:rsidRPr="00602A9E" w:rsidRDefault="003F4281" w:rsidP="003F4281">
      <w:pPr>
        <w:rPr>
          <w:rFonts w:ascii="Arial" w:hAnsi="Arial" w:cs="Arial"/>
          <w:i/>
          <w:sz w:val="24"/>
          <w:szCs w:val="24"/>
        </w:rPr>
      </w:pPr>
      <w:r w:rsidRPr="00602A9E">
        <w:rPr>
          <w:rFonts w:ascii="Arial" w:hAnsi="Arial" w:cs="Arial"/>
          <w:i/>
          <w:sz w:val="24"/>
          <w:szCs w:val="24"/>
        </w:rPr>
        <w:t>Uddannelsesbelastning angivet i f.eks. timer/dage (IKKE i lektioner)</w:t>
      </w:r>
    </w:p>
    <w:p w14:paraId="6D9DBC9D" w14:textId="77777777" w:rsidR="003F4281" w:rsidRPr="00602A9E" w:rsidRDefault="003F4281" w:rsidP="003F4281">
      <w:pPr>
        <w:rPr>
          <w:rFonts w:ascii="Arial" w:hAnsi="Arial" w:cs="Arial"/>
          <w:i/>
          <w:sz w:val="24"/>
          <w:szCs w:val="24"/>
        </w:rPr>
      </w:pPr>
    </w:p>
    <w:p w14:paraId="6D9DBC9E" w14:textId="77777777" w:rsidR="003F4281" w:rsidRPr="00602A9E" w:rsidRDefault="003F4281" w:rsidP="003F4281">
      <w:pPr>
        <w:rPr>
          <w:rFonts w:ascii="Arial" w:hAnsi="Arial" w:cs="Arial"/>
          <w:i/>
          <w:sz w:val="24"/>
          <w:szCs w:val="24"/>
        </w:rPr>
      </w:pPr>
      <w:r w:rsidRPr="00602A9E">
        <w:rPr>
          <w:rFonts w:ascii="Arial" w:hAnsi="Arial" w:cs="Arial"/>
          <w:i/>
          <w:sz w:val="24"/>
          <w:szCs w:val="24"/>
        </w:rPr>
        <w:t>Angives f.eks. med et lille skema som nedenstående eks.: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F4281" w:rsidRPr="00602A9E" w14:paraId="6D9DBCA1" w14:textId="77777777" w:rsidTr="00932B5A">
        <w:tc>
          <w:tcPr>
            <w:tcW w:w="4889" w:type="dxa"/>
          </w:tcPr>
          <w:p w14:paraId="6D9DBC9F" w14:textId="77777777" w:rsidR="003F4281" w:rsidRPr="00602A9E" w:rsidRDefault="003F4281" w:rsidP="00932B5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b/>
                <w:i/>
                <w:sz w:val="24"/>
                <w:szCs w:val="24"/>
              </w:rPr>
              <w:t>Aktivitet</w:t>
            </w:r>
          </w:p>
        </w:tc>
        <w:tc>
          <w:tcPr>
            <w:tcW w:w="4889" w:type="dxa"/>
          </w:tcPr>
          <w:p w14:paraId="6D9DBCA0" w14:textId="77777777" w:rsidR="003F4281" w:rsidRPr="00602A9E" w:rsidRDefault="003F4281" w:rsidP="00932B5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b/>
                <w:i/>
                <w:sz w:val="24"/>
                <w:szCs w:val="24"/>
              </w:rPr>
              <w:t>Arbejdstimer (belastning)</w:t>
            </w:r>
          </w:p>
        </w:tc>
      </w:tr>
      <w:tr w:rsidR="003F4281" w:rsidRPr="00602A9E" w14:paraId="6D9DBCA4" w14:textId="77777777" w:rsidTr="00932B5A">
        <w:tc>
          <w:tcPr>
            <w:tcW w:w="4889" w:type="dxa"/>
          </w:tcPr>
          <w:p w14:paraId="6D9DBCA2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Undervisning / konfrontationstimer</w:t>
            </w:r>
          </w:p>
        </w:tc>
        <w:tc>
          <w:tcPr>
            <w:tcW w:w="4889" w:type="dxa"/>
          </w:tcPr>
          <w:p w14:paraId="6D9DBCA3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32</w:t>
            </w:r>
          </w:p>
        </w:tc>
      </w:tr>
      <w:tr w:rsidR="003F4281" w:rsidRPr="00602A9E" w14:paraId="6D9DBCA7" w14:textId="77777777" w:rsidTr="00932B5A">
        <w:tc>
          <w:tcPr>
            <w:tcW w:w="4889" w:type="dxa"/>
          </w:tcPr>
          <w:p w14:paraId="6D9DBCA5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Selvstudie / forberedelse</w:t>
            </w:r>
          </w:p>
        </w:tc>
        <w:tc>
          <w:tcPr>
            <w:tcW w:w="4889" w:type="dxa"/>
          </w:tcPr>
          <w:p w14:paraId="6D9DBCA6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75</w:t>
            </w:r>
          </w:p>
        </w:tc>
      </w:tr>
      <w:tr w:rsidR="003F4281" w:rsidRPr="00602A9E" w14:paraId="6D9DBCAA" w14:textId="77777777" w:rsidTr="00932B5A">
        <w:tc>
          <w:tcPr>
            <w:tcW w:w="4889" w:type="dxa"/>
          </w:tcPr>
          <w:p w14:paraId="6D9DBCA8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Vejledning</w:t>
            </w:r>
          </w:p>
        </w:tc>
        <w:tc>
          <w:tcPr>
            <w:tcW w:w="4889" w:type="dxa"/>
          </w:tcPr>
          <w:p w14:paraId="6D9DBCA9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</w:tr>
      <w:tr w:rsidR="003F4281" w:rsidRPr="00602A9E" w14:paraId="6D9DBCAD" w14:textId="77777777" w:rsidTr="00932B5A">
        <w:tc>
          <w:tcPr>
            <w:tcW w:w="4889" w:type="dxa"/>
          </w:tcPr>
          <w:p w14:paraId="6D9DBCAB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Opgaveskrivning</w:t>
            </w:r>
          </w:p>
        </w:tc>
        <w:tc>
          <w:tcPr>
            <w:tcW w:w="4889" w:type="dxa"/>
          </w:tcPr>
          <w:p w14:paraId="6D9DBCAC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30</w:t>
            </w:r>
          </w:p>
        </w:tc>
      </w:tr>
      <w:tr w:rsidR="003F4281" w:rsidRPr="00602A9E" w14:paraId="6D9DBCB0" w14:textId="77777777" w:rsidTr="00932B5A">
        <w:tc>
          <w:tcPr>
            <w:tcW w:w="4889" w:type="dxa"/>
          </w:tcPr>
          <w:p w14:paraId="6D9DBCAE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Eksamen/prøve</w:t>
            </w:r>
          </w:p>
        </w:tc>
        <w:tc>
          <w:tcPr>
            <w:tcW w:w="4889" w:type="dxa"/>
          </w:tcPr>
          <w:p w14:paraId="6D9DBCAF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0,5</w:t>
            </w:r>
          </w:p>
        </w:tc>
      </w:tr>
      <w:tr w:rsidR="003F4281" w:rsidRPr="00602A9E" w14:paraId="6D9DBCB3" w14:textId="77777777" w:rsidTr="00932B5A">
        <w:tc>
          <w:tcPr>
            <w:tcW w:w="4889" w:type="dxa"/>
          </w:tcPr>
          <w:p w14:paraId="6D9DBCB1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 xml:space="preserve">I alt </w:t>
            </w:r>
          </w:p>
        </w:tc>
        <w:tc>
          <w:tcPr>
            <w:tcW w:w="4889" w:type="dxa"/>
          </w:tcPr>
          <w:p w14:paraId="6D9DBCB2" w14:textId="77777777" w:rsidR="003F4281" w:rsidRPr="00602A9E" w:rsidRDefault="003F4281" w:rsidP="00932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02A9E">
              <w:rPr>
                <w:rFonts w:ascii="Arial" w:hAnsi="Arial" w:cs="Arial"/>
                <w:i/>
                <w:sz w:val="24"/>
                <w:szCs w:val="24"/>
              </w:rPr>
              <w:t>137,5 timer</w:t>
            </w:r>
          </w:p>
        </w:tc>
      </w:tr>
    </w:tbl>
    <w:p w14:paraId="6D9DBCB5" w14:textId="77777777" w:rsidR="003F4281" w:rsidRPr="00602A9E" w:rsidRDefault="003F4281" w:rsidP="003F4281">
      <w:pPr>
        <w:rPr>
          <w:rFonts w:ascii="Arial" w:hAnsi="Arial" w:cs="Arial"/>
          <w:i/>
          <w:sz w:val="24"/>
          <w:szCs w:val="24"/>
        </w:rPr>
      </w:pPr>
    </w:p>
    <w:p w14:paraId="6D9DBCB9" w14:textId="77777777" w:rsidR="00711CAC" w:rsidRPr="00602A9E" w:rsidRDefault="00711CAC" w:rsidP="000A1B49">
      <w:pPr>
        <w:rPr>
          <w:rFonts w:ascii="Arial" w:hAnsi="Arial"/>
          <w:b/>
          <w:sz w:val="24"/>
          <w:u w:val="single"/>
        </w:rPr>
      </w:pPr>
    </w:p>
    <w:p w14:paraId="6D9DBCBA" w14:textId="77777777" w:rsidR="000A1B49" w:rsidRPr="00602A9E" w:rsidRDefault="007C3E25" w:rsidP="000A1B49">
      <w:pPr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 xml:space="preserve">8. </w:t>
      </w:r>
      <w:r w:rsidR="00150FD4" w:rsidRPr="00602A9E">
        <w:rPr>
          <w:rFonts w:ascii="Arial" w:hAnsi="Arial"/>
          <w:b/>
          <w:sz w:val="24"/>
        </w:rPr>
        <w:t>Eksamen</w:t>
      </w:r>
      <w:r w:rsidR="008C3469" w:rsidRPr="00602A9E">
        <w:rPr>
          <w:rFonts w:ascii="Arial" w:hAnsi="Arial"/>
          <w:b/>
          <w:sz w:val="24"/>
        </w:rPr>
        <w:t>,</w:t>
      </w:r>
      <w:r w:rsidR="00150FD4" w:rsidRPr="00602A9E">
        <w:rPr>
          <w:rFonts w:ascii="Arial" w:hAnsi="Arial"/>
          <w:b/>
          <w:sz w:val="24"/>
        </w:rPr>
        <w:t xml:space="preserve"> p</w:t>
      </w:r>
      <w:r w:rsidR="005F33F0" w:rsidRPr="00602A9E">
        <w:rPr>
          <w:rFonts w:ascii="Arial" w:hAnsi="Arial"/>
          <w:b/>
          <w:sz w:val="24"/>
        </w:rPr>
        <w:t>røver og bedømmelser</w:t>
      </w:r>
      <w:r w:rsidR="00A65786" w:rsidRPr="00602A9E">
        <w:rPr>
          <w:rFonts w:ascii="Arial" w:hAnsi="Arial"/>
          <w:b/>
          <w:sz w:val="24"/>
        </w:rPr>
        <w:t>:</w:t>
      </w:r>
    </w:p>
    <w:p w14:paraId="6D9DBCBB" w14:textId="77777777" w:rsidR="00711CAC" w:rsidRPr="00602A9E" w:rsidRDefault="00711CAC" w:rsidP="000A1B49">
      <w:pPr>
        <w:rPr>
          <w:rFonts w:ascii="Arial" w:hAnsi="Arial"/>
          <w:b/>
          <w:sz w:val="24"/>
          <w:u w:val="single"/>
        </w:rPr>
      </w:pPr>
    </w:p>
    <w:p w14:paraId="6D9DBCBC" w14:textId="77777777" w:rsidR="00022222" w:rsidRPr="00602A9E" w:rsidRDefault="00E55673" w:rsidP="00022222">
      <w:pPr>
        <w:numPr>
          <w:ilvl w:val="0"/>
          <w:numId w:val="6"/>
        </w:numPr>
      </w:pPr>
      <w:r w:rsidRPr="00602A9E">
        <w:rPr>
          <w:rFonts w:ascii="Arial" w:hAnsi="Arial"/>
          <w:i/>
          <w:iCs/>
          <w:sz w:val="24"/>
        </w:rPr>
        <w:t xml:space="preserve">Hvilken </w:t>
      </w:r>
      <w:r w:rsidR="005F33F0" w:rsidRPr="00602A9E">
        <w:rPr>
          <w:rFonts w:ascii="Arial" w:hAnsi="Arial"/>
          <w:i/>
          <w:iCs/>
          <w:sz w:val="24"/>
        </w:rPr>
        <w:t>prøve</w:t>
      </w:r>
      <w:r w:rsidRPr="00602A9E">
        <w:rPr>
          <w:rFonts w:ascii="Arial" w:hAnsi="Arial"/>
          <w:i/>
          <w:iCs/>
          <w:sz w:val="24"/>
        </w:rPr>
        <w:t xml:space="preserve">form er hensigtsmæssig at anvende, når </w:t>
      </w:r>
      <w:r w:rsidR="00A6282C" w:rsidRPr="00602A9E">
        <w:rPr>
          <w:rFonts w:ascii="Arial" w:hAnsi="Arial"/>
          <w:i/>
          <w:iCs/>
          <w:sz w:val="24"/>
        </w:rPr>
        <w:t xml:space="preserve">kursisterne </w:t>
      </w:r>
      <w:r w:rsidRPr="00602A9E">
        <w:rPr>
          <w:rFonts w:ascii="Arial" w:hAnsi="Arial"/>
          <w:i/>
          <w:iCs/>
          <w:sz w:val="24"/>
        </w:rPr>
        <w:t xml:space="preserve">skal vise, hvorvidt de har </w:t>
      </w:r>
      <w:r w:rsidR="000A1B49" w:rsidRPr="00602A9E">
        <w:rPr>
          <w:rFonts w:ascii="Arial" w:hAnsi="Arial"/>
          <w:i/>
          <w:iCs/>
          <w:sz w:val="24"/>
        </w:rPr>
        <w:t>tilegnet sig</w:t>
      </w:r>
      <w:r w:rsidRPr="00602A9E">
        <w:rPr>
          <w:rFonts w:ascii="Arial" w:hAnsi="Arial"/>
          <w:i/>
          <w:iCs/>
          <w:sz w:val="24"/>
        </w:rPr>
        <w:t xml:space="preserve"> læringsmålene?</w:t>
      </w:r>
      <w:r w:rsidR="00925AF1" w:rsidRPr="00602A9E">
        <w:rPr>
          <w:rFonts w:ascii="Arial" w:hAnsi="Arial"/>
          <w:i/>
          <w:iCs/>
          <w:sz w:val="24"/>
        </w:rPr>
        <w:t xml:space="preserve"> </w:t>
      </w:r>
    </w:p>
    <w:p w14:paraId="6D9DBCBD" w14:textId="77777777" w:rsidR="00711CAC" w:rsidRPr="00602A9E" w:rsidRDefault="00932B5A" w:rsidP="00022222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Bestået/ikke bestået, k</w:t>
      </w:r>
      <w:r w:rsidR="00711CAC" w:rsidRPr="00602A9E">
        <w:rPr>
          <w:rFonts w:ascii="Arial" w:hAnsi="Arial" w:cs="Arial"/>
          <w:i/>
          <w:sz w:val="24"/>
          <w:szCs w:val="24"/>
        </w:rPr>
        <w:t>arakter efter 7 trins skalaen?</w:t>
      </w:r>
    </w:p>
    <w:p w14:paraId="6D9DBCBE" w14:textId="77777777" w:rsidR="00711CAC" w:rsidRPr="00602A9E" w:rsidRDefault="00711CAC" w:rsidP="00022222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02A9E">
        <w:rPr>
          <w:rFonts w:ascii="Arial" w:hAnsi="Arial" w:cs="Arial"/>
          <w:i/>
          <w:sz w:val="24"/>
          <w:szCs w:val="24"/>
        </w:rPr>
        <w:t>Forefindes Bedømmelsesplan?</w:t>
      </w:r>
    </w:p>
    <w:p w14:paraId="6D9DBCBF" w14:textId="77777777" w:rsidR="00711CAC" w:rsidRPr="00602A9E" w:rsidRDefault="00711CAC" w:rsidP="00711CAC">
      <w:pPr>
        <w:ind w:left="720"/>
        <w:rPr>
          <w:rFonts w:ascii="Arial" w:hAnsi="Arial" w:cs="Arial"/>
          <w:sz w:val="24"/>
          <w:szCs w:val="24"/>
        </w:rPr>
      </w:pPr>
    </w:p>
    <w:p w14:paraId="6D9DBCC0" w14:textId="77777777" w:rsidR="00711CAC" w:rsidRPr="00602A9E" w:rsidRDefault="00711CAC" w:rsidP="00711CAC"/>
    <w:p w14:paraId="6D9DBCC1" w14:textId="77777777" w:rsidR="007C3E25" w:rsidRPr="00602A9E" w:rsidRDefault="007C3E25" w:rsidP="008A5C7E">
      <w:pPr>
        <w:rPr>
          <w:rFonts w:ascii="Arial" w:hAnsi="Arial"/>
          <w:b/>
          <w:sz w:val="24"/>
        </w:rPr>
      </w:pPr>
      <w:r w:rsidRPr="00602A9E">
        <w:rPr>
          <w:rFonts w:ascii="Arial" w:hAnsi="Arial"/>
          <w:b/>
          <w:sz w:val="24"/>
        </w:rPr>
        <w:t xml:space="preserve">9. </w:t>
      </w:r>
      <w:r w:rsidR="008A5C7E" w:rsidRPr="00602A9E">
        <w:rPr>
          <w:rFonts w:ascii="Arial" w:hAnsi="Arial"/>
          <w:b/>
          <w:sz w:val="24"/>
        </w:rPr>
        <w:t>And</w:t>
      </w:r>
      <w:r w:rsidRPr="00602A9E">
        <w:rPr>
          <w:rFonts w:ascii="Arial" w:hAnsi="Arial"/>
          <w:b/>
          <w:sz w:val="24"/>
        </w:rPr>
        <w:t xml:space="preserve">et </w:t>
      </w:r>
    </w:p>
    <w:p w14:paraId="6D9DBCC3" w14:textId="77777777" w:rsidR="008A5C7E" w:rsidRPr="00602A9E" w:rsidRDefault="008A5C7E" w:rsidP="008A5C7E">
      <w:pPr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pacing w:val="-2"/>
          <w:sz w:val="24"/>
          <w:szCs w:val="24"/>
        </w:rPr>
      </w:pPr>
    </w:p>
    <w:p w14:paraId="6D9DBCC4" w14:textId="77777777" w:rsidR="007C3E25" w:rsidRPr="00602A9E" w:rsidRDefault="007C3E25" w:rsidP="007C3E25">
      <w:pPr>
        <w:pStyle w:val="Listeafsnit"/>
        <w:numPr>
          <w:ilvl w:val="0"/>
          <w:numId w:val="11"/>
        </w:numPr>
        <w:rPr>
          <w:rFonts w:ascii="Arial" w:hAnsi="Arial"/>
          <w:i/>
          <w:sz w:val="24"/>
        </w:rPr>
      </w:pPr>
      <w:r w:rsidRPr="00602A9E">
        <w:rPr>
          <w:rFonts w:ascii="Arial" w:hAnsi="Arial" w:cs="Arial"/>
          <w:i/>
          <w:sz w:val="24"/>
          <w:szCs w:val="24"/>
        </w:rPr>
        <w:t>F.eks. om m</w:t>
      </w:r>
      <w:r w:rsidRPr="00602A9E">
        <w:rPr>
          <w:rFonts w:ascii="Arial" w:hAnsi="Arial"/>
          <w:i/>
          <w:sz w:val="24"/>
        </w:rPr>
        <w:t>odulets/fagets varighed</w:t>
      </w:r>
    </w:p>
    <w:p w14:paraId="6D9DBCC5" w14:textId="77777777" w:rsidR="008A5C7E" w:rsidRPr="00602A9E" w:rsidRDefault="000D7BB1" w:rsidP="008A5C7E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i/>
          <w:sz w:val="24"/>
          <w:szCs w:val="24"/>
        </w:rPr>
      </w:pPr>
      <w:r w:rsidRPr="00602A9E">
        <w:rPr>
          <w:rFonts w:ascii="Arial" w:hAnsi="Arial" w:cs="Arial"/>
          <w:i/>
          <w:sz w:val="24"/>
          <w:szCs w:val="24"/>
        </w:rPr>
        <w:t xml:space="preserve">  </w:t>
      </w:r>
      <w:r w:rsidR="008C3469" w:rsidRPr="00602A9E">
        <w:rPr>
          <w:rFonts w:ascii="Arial" w:hAnsi="Arial" w:cs="Arial"/>
          <w:i/>
          <w:sz w:val="24"/>
          <w:szCs w:val="24"/>
        </w:rPr>
        <w:t>F.eks. tildeling af Q i SAP</w:t>
      </w:r>
    </w:p>
    <w:p w14:paraId="6D9DBCC6" w14:textId="77777777" w:rsidR="008A5C7E" w:rsidRDefault="008A5C7E" w:rsidP="008A5C7E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ascii="Arial" w:hAnsi="Arial" w:cs="Arial"/>
          <w:sz w:val="24"/>
          <w:szCs w:val="24"/>
          <w:u w:val="single"/>
        </w:rPr>
      </w:pPr>
    </w:p>
    <w:p w14:paraId="6D9DBCC7" w14:textId="77777777" w:rsidR="00711CAC" w:rsidRDefault="00711CAC" w:rsidP="00711CAC"/>
    <w:p w14:paraId="6D9DBCC8" w14:textId="77777777" w:rsidR="00711CAC" w:rsidRPr="00022222" w:rsidRDefault="00711CAC" w:rsidP="00711CAC"/>
    <w:sectPr w:rsidR="00711CAC" w:rsidRPr="00022222" w:rsidSect="0053360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134" w:bottom="1843" w:left="1134" w:header="709" w:footer="78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DBCCB" w14:textId="77777777" w:rsidR="00FE09A8" w:rsidRDefault="00FE09A8">
      <w:r>
        <w:separator/>
      </w:r>
    </w:p>
  </w:endnote>
  <w:endnote w:type="continuationSeparator" w:id="0">
    <w:p w14:paraId="6D9DBCCC" w14:textId="77777777" w:rsidR="00FE09A8" w:rsidRDefault="00FE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4101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9DBCCF" w14:textId="77777777" w:rsidR="00FE09A8" w:rsidRDefault="00FE09A8">
            <w:pPr>
              <w:pStyle w:val="Sidefod"/>
              <w:jc w:val="right"/>
            </w:pPr>
            <w:r>
              <w:t xml:space="preserve">Side </w:t>
            </w:r>
            <w:r w:rsidR="0066793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67930">
              <w:rPr>
                <w:b/>
                <w:bCs/>
                <w:sz w:val="24"/>
                <w:szCs w:val="24"/>
              </w:rPr>
              <w:fldChar w:fldCharType="separate"/>
            </w:r>
            <w:r w:rsidR="00597E1F">
              <w:rPr>
                <w:b/>
                <w:bCs/>
                <w:noProof/>
              </w:rPr>
              <w:t>2</w:t>
            </w:r>
            <w:r w:rsidR="0066793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 w:rsidR="0066793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67930">
              <w:rPr>
                <w:b/>
                <w:bCs/>
                <w:sz w:val="24"/>
                <w:szCs w:val="24"/>
              </w:rPr>
              <w:fldChar w:fldCharType="separate"/>
            </w:r>
            <w:r w:rsidR="00597E1F">
              <w:rPr>
                <w:b/>
                <w:bCs/>
                <w:noProof/>
              </w:rPr>
              <w:t>2</w:t>
            </w:r>
            <w:r w:rsidR="0066793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9DBCD0" w14:textId="77777777" w:rsidR="00FE09A8" w:rsidRDefault="00FE09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11915"/>
      <w:docPartObj>
        <w:docPartGallery w:val="Page Numbers (Top of Page)"/>
        <w:docPartUnique/>
      </w:docPartObj>
    </w:sdtPr>
    <w:sdtEndPr/>
    <w:sdtContent>
      <w:p w14:paraId="6D9DBCD5" w14:textId="77777777" w:rsidR="00FE09A8" w:rsidRDefault="00FE09A8" w:rsidP="00602A9E">
        <w:pPr>
          <w:pStyle w:val="Sidefod"/>
          <w:jc w:val="right"/>
        </w:pPr>
        <w:r>
          <w:rPr>
            <w:noProof/>
            <w:sz w:val="24"/>
            <w:szCs w:val="24"/>
          </w:rPr>
          <w:drawing>
            <wp:anchor distT="0" distB="0" distL="114300" distR="114300" simplePos="0" relativeHeight="251661312" behindDoc="0" locked="0" layoutInCell="1" allowOverlap="1" wp14:anchorId="6D9DBCD7" wp14:editId="6D9DBCD8">
              <wp:simplePos x="0" y="0"/>
              <wp:positionH relativeFrom="column">
                <wp:posOffset>-24765</wp:posOffset>
              </wp:positionH>
              <wp:positionV relativeFrom="paragraph">
                <wp:posOffset>-72390</wp:posOffset>
              </wp:positionV>
              <wp:extent cx="904875" cy="319450"/>
              <wp:effectExtent l="0" t="0" r="0" b="4445"/>
              <wp:wrapNone/>
              <wp:docPr id="3" name="Billed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SV_logo_rød_streg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4875" cy="319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t xml:space="preserve">Side </w:t>
        </w:r>
        <w:r w:rsidR="0066793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 w:rsidR="00667930">
          <w:rPr>
            <w:b/>
            <w:bCs/>
            <w:sz w:val="24"/>
            <w:szCs w:val="24"/>
          </w:rPr>
          <w:fldChar w:fldCharType="separate"/>
        </w:r>
        <w:r w:rsidR="00914EA0">
          <w:rPr>
            <w:b/>
            <w:bCs/>
            <w:noProof/>
          </w:rPr>
          <w:t>1</w:t>
        </w:r>
        <w:r w:rsidR="00667930">
          <w:rPr>
            <w:b/>
            <w:bCs/>
            <w:sz w:val="24"/>
            <w:szCs w:val="24"/>
          </w:rPr>
          <w:fldChar w:fldCharType="end"/>
        </w:r>
        <w:r>
          <w:t xml:space="preserve"> af </w:t>
        </w:r>
        <w:r w:rsidR="0066793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 w:rsidR="00667930">
          <w:rPr>
            <w:b/>
            <w:bCs/>
            <w:sz w:val="24"/>
            <w:szCs w:val="24"/>
          </w:rPr>
          <w:fldChar w:fldCharType="separate"/>
        </w:r>
        <w:r w:rsidR="00914EA0">
          <w:rPr>
            <w:b/>
            <w:bCs/>
            <w:noProof/>
          </w:rPr>
          <w:t>2</w:t>
        </w:r>
        <w:r w:rsidR="00667930">
          <w:rPr>
            <w:b/>
            <w:bCs/>
            <w:sz w:val="24"/>
            <w:szCs w:val="24"/>
          </w:rPr>
          <w:fldChar w:fldCharType="end"/>
        </w:r>
      </w:p>
    </w:sdtContent>
  </w:sdt>
  <w:p w14:paraId="6D9DBCD6" w14:textId="77777777" w:rsidR="00FE09A8" w:rsidRDefault="00FE09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DBCC9" w14:textId="77777777" w:rsidR="00FE09A8" w:rsidRDefault="00FE09A8">
      <w:r>
        <w:separator/>
      </w:r>
    </w:p>
  </w:footnote>
  <w:footnote w:type="continuationSeparator" w:id="0">
    <w:p w14:paraId="6D9DBCCA" w14:textId="77777777" w:rsidR="00FE09A8" w:rsidRDefault="00FE0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DBCCD" w14:textId="6C236705" w:rsidR="00FE09A8" w:rsidRDefault="00FE09A8" w:rsidP="002F5B2F">
    <w:pPr>
      <w:pStyle w:val="Overskrift1"/>
      <w:rPr>
        <w:b w:val="0"/>
        <w:i/>
        <w:sz w:val="24"/>
        <w:szCs w:val="24"/>
      </w:rPr>
    </w:pPr>
    <w:r w:rsidRPr="00F549B4">
      <w:rPr>
        <w:sz w:val="24"/>
        <w:szCs w:val="24"/>
      </w:rPr>
      <w:t xml:space="preserve">Bilag </w:t>
    </w:r>
    <w:r w:rsidRPr="000D7BB1">
      <w:rPr>
        <w:sz w:val="24"/>
        <w:szCs w:val="24"/>
      </w:rPr>
      <w:t>XX</w:t>
    </w:r>
    <w:r w:rsidRPr="00F549B4">
      <w:rPr>
        <w:sz w:val="24"/>
        <w:szCs w:val="24"/>
      </w:rPr>
      <w:t xml:space="preserve"> </w:t>
    </w:r>
    <w:proofErr w:type="gramStart"/>
    <w:r w:rsidRPr="00F549B4">
      <w:rPr>
        <w:sz w:val="24"/>
        <w:szCs w:val="24"/>
      </w:rPr>
      <w:t xml:space="preserve">til </w:t>
    </w:r>
    <w:r w:rsidRPr="000D7BB1">
      <w:rPr>
        <w:sz w:val="24"/>
        <w:szCs w:val="24"/>
        <w:highlight w:val="yellow"/>
      </w:rPr>
      <w:t xml:space="preserve"> Uddannelsesordning</w:t>
    </w:r>
    <w:proofErr w:type="gramEnd"/>
    <w:r w:rsidRPr="000D7BB1">
      <w:rPr>
        <w:sz w:val="24"/>
        <w:szCs w:val="24"/>
        <w:highlight w:val="yellow"/>
      </w:rPr>
      <w:t>:</w:t>
    </w:r>
    <w:r w:rsidRPr="00F549B4">
      <w:rPr>
        <w:sz w:val="24"/>
        <w:szCs w:val="24"/>
      </w:rPr>
      <w:t xml:space="preserve"> </w:t>
    </w:r>
    <w:r w:rsidRPr="000D7BB1">
      <w:rPr>
        <w:sz w:val="24"/>
        <w:szCs w:val="24"/>
      </w:rPr>
      <w:t xml:space="preserve">XXXXXXX </w:t>
    </w:r>
    <w:r w:rsidRPr="000D7BB1">
      <w:rPr>
        <w:b w:val="0"/>
        <w:i/>
        <w:sz w:val="24"/>
        <w:szCs w:val="24"/>
      </w:rPr>
      <w:t>(</w:t>
    </w:r>
    <w:r w:rsidRPr="000D7BB1">
      <w:rPr>
        <w:b w:val="0"/>
        <w:i/>
        <w:sz w:val="24"/>
        <w:szCs w:val="24"/>
        <w:highlight w:val="yellow"/>
      </w:rPr>
      <w:t>navnet)</w:t>
    </w:r>
  </w:p>
  <w:p w14:paraId="6D9DBCCE" w14:textId="77777777" w:rsidR="00FE09A8" w:rsidRDefault="00FE09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DBCD1" w14:textId="04874E99" w:rsidR="00FE09A8" w:rsidRDefault="00FE09A8" w:rsidP="002F5B2F">
    <w:pPr>
      <w:pStyle w:val="Overskrift1"/>
      <w:rPr>
        <w:b w:val="0"/>
        <w:i/>
        <w:sz w:val="24"/>
        <w:szCs w:val="24"/>
      </w:rPr>
    </w:pPr>
    <w:r w:rsidRPr="00914EA0">
      <w:rPr>
        <w:i/>
        <w:color w:val="FF0000"/>
        <w:sz w:val="28"/>
        <w:szCs w:val="28"/>
        <w:u w:val="single"/>
      </w:rPr>
      <w:t>B</w:t>
    </w:r>
    <w:r w:rsidR="00914EA0" w:rsidRPr="00914EA0">
      <w:rPr>
        <w:i/>
        <w:color w:val="FF0000"/>
        <w:sz w:val="28"/>
        <w:szCs w:val="28"/>
        <w:u w:val="single"/>
      </w:rPr>
      <w:t>ILAG</w:t>
    </w:r>
    <w:r w:rsidRPr="00914EA0">
      <w:rPr>
        <w:i/>
        <w:sz w:val="28"/>
        <w:szCs w:val="28"/>
        <w:u w:val="single"/>
      </w:rPr>
      <w:t xml:space="preserve"> </w:t>
    </w:r>
    <w:r w:rsidRPr="000D7BB1">
      <w:rPr>
        <w:sz w:val="24"/>
        <w:szCs w:val="24"/>
      </w:rPr>
      <w:t>XX</w:t>
    </w:r>
    <w:r w:rsidRPr="00F549B4">
      <w:rPr>
        <w:sz w:val="24"/>
        <w:szCs w:val="24"/>
      </w:rPr>
      <w:t xml:space="preserve"> til </w:t>
    </w:r>
    <w:r w:rsidRPr="000D7BB1">
      <w:rPr>
        <w:sz w:val="24"/>
        <w:szCs w:val="24"/>
        <w:highlight w:val="yellow"/>
      </w:rPr>
      <w:t>Uddannelsesordning:</w:t>
    </w:r>
    <w:r w:rsidRPr="00F549B4">
      <w:rPr>
        <w:sz w:val="24"/>
        <w:szCs w:val="24"/>
      </w:rPr>
      <w:t xml:space="preserve"> </w:t>
    </w:r>
    <w:r w:rsidRPr="000D7BB1">
      <w:rPr>
        <w:sz w:val="24"/>
        <w:szCs w:val="24"/>
      </w:rPr>
      <w:t xml:space="preserve">XXXXXXX </w:t>
    </w:r>
    <w:r w:rsidRPr="000D7BB1">
      <w:rPr>
        <w:b w:val="0"/>
        <w:i/>
        <w:sz w:val="24"/>
        <w:szCs w:val="24"/>
      </w:rPr>
      <w:t>(</w:t>
    </w:r>
    <w:r w:rsidRPr="000D7BB1">
      <w:rPr>
        <w:b w:val="0"/>
        <w:i/>
        <w:sz w:val="24"/>
        <w:szCs w:val="24"/>
        <w:highlight w:val="yellow"/>
      </w:rPr>
      <w:t>navnet)</w:t>
    </w:r>
  </w:p>
  <w:p w14:paraId="6D9DBCD2" w14:textId="77777777" w:rsidR="00FE09A8" w:rsidRPr="002F5B2F" w:rsidRDefault="00FE09A8" w:rsidP="002F5B2F"/>
  <w:p w14:paraId="6D9DBCD3" w14:textId="77777777" w:rsidR="00FE09A8" w:rsidRDefault="00FE09A8" w:rsidP="002F5B2F">
    <w:pPr>
      <w:pStyle w:val="Sidehoved"/>
    </w:pPr>
    <w:r w:rsidRPr="002F5B2F">
      <w:rPr>
        <w:highlight w:val="yellow"/>
      </w:rPr>
      <w:t>Evt. MYN mærke</w:t>
    </w:r>
  </w:p>
  <w:p w14:paraId="6D9DBCD4" w14:textId="11E1C7D8" w:rsidR="00FE09A8" w:rsidRPr="00932B5A" w:rsidRDefault="008F5C65" w:rsidP="00602A9E">
    <w:pPr>
      <w:pStyle w:val="Sidehoved"/>
      <w:jc w:val="right"/>
      <w:rPr>
        <w:rFonts w:ascii="Franklin Gothic Book" w:hAnsi="Franklin Gothic Book"/>
        <w:color w:val="808080" w:themeColor="background1" w:themeShade="80"/>
        <w:sz w:val="16"/>
        <w:szCs w:val="16"/>
      </w:rPr>
    </w:pPr>
    <w:r>
      <w:rPr>
        <w:rFonts w:ascii="Franklin Gothic Book" w:hAnsi="Franklin Gothic Book"/>
        <w:color w:val="808080" w:themeColor="background1" w:themeShade="80"/>
        <w:sz w:val="16"/>
        <w:szCs w:val="16"/>
      </w:rPr>
      <w:t>Version 22 MAJ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1D2766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77BB9"/>
    <w:multiLevelType w:val="multilevel"/>
    <w:tmpl w:val="590C80C2"/>
    <w:lvl w:ilvl="0">
      <w:start w:val="1"/>
      <w:numFmt w:val="bullet"/>
      <w:lvlRestart w:val="0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3328" w:hanging="360"/>
      </w:pPr>
    </w:lvl>
    <w:lvl w:ilvl="2">
      <w:start w:val="1"/>
      <w:numFmt w:val="lowerRoman"/>
      <w:lvlText w:val="%3)"/>
      <w:lvlJc w:val="left"/>
      <w:pPr>
        <w:ind w:left="3688" w:hanging="360"/>
      </w:pPr>
    </w:lvl>
    <w:lvl w:ilvl="3">
      <w:start w:val="1"/>
      <w:numFmt w:val="decimal"/>
      <w:lvlText w:val="(%4)"/>
      <w:lvlJc w:val="left"/>
      <w:pPr>
        <w:ind w:left="4048" w:hanging="360"/>
      </w:pPr>
    </w:lvl>
    <w:lvl w:ilvl="4">
      <w:start w:val="1"/>
      <w:numFmt w:val="lowerLetter"/>
      <w:lvlText w:val="(%5)"/>
      <w:lvlJc w:val="left"/>
      <w:pPr>
        <w:ind w:left="4408" w:hanging="360"/>
      </w:pPr>
    </w:lvl>
    <w:lvl w:ilvl="5">
      <w:start w:val="1"/>
      <w:numFmt w:val="lowerRoman"/>
      <w:lvlText w:val="(%6)"/>
      <w:lvlJc w:val="left"/>
      <w:pPr>
        <w:ind w:left="4768" w:hanging="360"/>
      </w:pPr>
    </w:lvl>
    <w:lvl w:ilvl="6">
      <w:start w:val="1"/>
      <w:numFmt w:val="decimal"/>
      <w:lvlText w:val="%7."/>
      <w:lvlJc w:val="left"/>
      <w:pPr>
        <w:ind w:left="5128" w:hanging="360"/>
      </w:pPr>
    </w:lvl>
    <w:lvl w:ilvl="7">
      <w:start w:val="1"/>
      <w:numFmt w:val="lowerLetter"/>
      <w:lvlText w:val="%8."/>
      <w:lvlJc w:val="left"/>
      <w:pPr>
        <w:ind w:left="5488" w:hanging="360"/>
      </w:pPr>
    </w:lvl>
    <w:lvl w:ilvl="8">
      <w:start w:val="1"/>
      <w:numFmt w:val="lowerRoman"/>
      <w:lvlText w:val="%9."/>
      <w:lvlJc w:val="left"/>
      <w:pPr>
        <w:ind w:left="5848" w:hanging="360"/>
      </w:pPr>
    </w:lvl>
  </w:abstractNum>
  <w:abstractNum w:abstractNumId="2">
    <w:nsid w:val="08DF08B8"/>
    <w:multiLevelType w:val="hybridMultilevel"/>
    <w:tmpl w:val="6BF060E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143501"/>
    <w:multiLevelType w:val="hybridMultilevel"/>
    <w:tmpl w:val="25E66E94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23AB8"/>
    <w:multiLevelType w:val="hybridMultilevel"/>
    <w:tmpl w:val="E6140C7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11793A"/>
    <w:multiLevelType w:val="hybridMultilevel"/>
    <w:tmpl w:val="D97AD6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43187"/>
    <w:multiLevelType w:val="hybridMultilevel"/>
    <w:tmpl w:val="70A8676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3A5FC6"/>
    <w:multiLevelType w:val="hybridMultilevel"/>
    <w:tmpl w:val="DE7A6E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05F30"/>
    <w:multiLevelType w:val="hybridMultilevel"/>
    <w:tmpl w:val="F850B0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70E9E"/>
    <w:multiLevelType w:val="multilevel"/>
    <w:tmpl w:val="7F50C03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2AB5464"/>
    <w:multiLevelType w:val="hybridMultilevel"/>
    <w:tmpl w:val="939A02F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na Kristensen">
    <w15:presenceInfo w15:providerId="Windows Live" w15:userId="d6bfae33d0f9c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00B"/>
    <w:rsid w:val="00004D7D"/>
    <w:rsid w:val="0001320D"/>
    <w:rsid w:val="00013E36"/>
    <w:rsid w:val="0001441C"/>
    <w:rsid w:val="00015968"/>
    <w:rsid w:val="0001602C"/>
    <w:rsid w:val="00022222"/>
    <w:rsid w:val="00023EA0"/>
    <w:rsid w:val="00027311"/>
    <w:rsid w:val="00030BFC"/>
    <w:rsid w:val="000436A9"/>
    <w:rsid w:val="0004667F"/>
    <w:rsid w:val="00055CA3"/>
    <w:rsid w:val="00060D48"/>
    <w:rsid w:val="00075488"/>
    <w:rsid w:val="000755B1"/>
    <w:rsid w:val="0007755D"/>
    <w:rsid w:val="00084CDB"/>
    <w:rsid w:val="00085CC0"/>
    <w:rsid w:val="0009781A"/>
    <w:rsid w:val="000A1B49"/>
    <w:rsid w:val="000B6E25"/>
    <w:rsid w:val="000C3097"/>
    <w:rsid w:val="000C342B"/>
    <w:rsid w:val="000C78BD"/>
    <w:rsid w:val="000D1184"/>
    <w:rsid w:val="000D5B3F"/>
    <w:rsid w:val="000D7BB1"/>
    <w:rsid w:val="000E57CB"/>
    <w:rsid w:val="000E5830"/>
    <w:rsid w:val="000E5C27"/>
    <w:rsid w:val="000E6FF4"/>
    <w:rsid w:val="000E7B83"/>
    <w:rsid w:val="00102C40"/>
    <w:rsid w:val="00102F9B"/>
    <w:rsid w:val="00105A5F"/>
    <w:rsid w:val="00107D15"/>
    <w:rsid w:val="00113FF8"/>
    <w:rsid w:val="001150EE"/>
    <w:rsid w:val="001176F5"/>
    <w:rsid w:val="00123B8B"/>
    <w:rsid w:val="00131857"/>
    <w:rsid w:val="00134E1E"/>
    <w:rsid w:val="00150FD4"/>
    <w:rsid w:val="00153A3B"/>
    <w:rsid w:val="001570D1"/>
    <w:rsid w:val="00170C4E"/>
    <w:rsid w:val="00172754"/>
    <w:rsid w:val="00173234"/>
    <w:rsid w:val="00177666"/>
    <w:rsid w:val="00183578"/>
    <w:rsid w:val="00184AA0"/>
    <w:rsid w:val="00191BF5"/>
    <w:rsid w:val="001948B2"/>
    <w:rsid w:val="001A545F"/>
    <w:rsid w:val="001A5C1A"/>
    <w:rsid w:val="001A5E81"/>
    <w:rsid w:val="001B5A91"/>
    <w:rsid w:val="001B6F06"/>
    <w:rsid w:val="001C18ED"/>
    <w:rsid w:val="001C3E05"/>
    <w:rsid w:val="001D53D0"/>
    <w:rsid w:val="001F2FA3"/>
    <w:rsid w:val="001F3C6D"/>
    <w:rsid w:val="001F3FD4"/>
    <w:rsid w:val="002011E6"/>
    <w:rsid w:val="00202AD5"/>
    <w:rsid w:val="00202EE0"/>
    <w:rsid w:val="002059CD"/>
    <w:rsid w:val="00205ABF"/>
    <w:rsid w:val="00212522"/>
    <w:rsid w:val="00213064"/>
    <w:rsid w:val="00215D84"/>
    <w:rsid w:val="00220A54"/>
    <w:rsid w:val="00221348"/>
    <w:rsid w:val="00221700"/>
    <w:rsid w:val="00225960"/>
    <w:rsid w:val="00226D9E"/>
    <w:rsid w:val="00237542"/>
    <w:rsid w:val="00240F49"/>
    <w:rsid w:val="00241527"/>
    <w:rsid w:val="00247C74"/>
    <w:rsid w:val="002502E3"/>
    <w:rsid w:val="00252729"/>
    <w:rsid w:val="002613B9"/>
    <w:rsid w:val="00266CEE"/>
    <w:rsid w:val="0026708F"/>
    <w:rsid w:val="002739B0"/>
    <w:rsid w:val="00274C06"/>
    <w:rsid w:val="00275C29"/>
    <w:rsid w:val="00281EDF"/>
    <w:rsid w:val="00284B6B"/>
    <w:rsid w:val="00292B84"/>
    <w:rsid w:val="002951E3"/>
    <w:rsid w:val="002A1704"/>
    <w:rsid w:val="002A64E5"/>
    <w:rsid w:val="002A6FC3"/>
    <w:rsid w:val="002A704F"/>
    <w:rsid w:val="002B43EC"/>
    <w:rsid w:val="002B683B"/>
    <w:rsid w:val="002C050E"/>
    <w:rsid w:val="002C18E0"/>
    <w:rsid w:val="002D3EB3"/>
    <w:rsid w:val="002D3EDF"/>
    <w:rsid w:val="002D4562"/>
    <w:rsid w:val="002E3826"/>
    <w:rsid w:val="002F19A8"/>
    <w:rsid w:val="002F24FA"/>
    <w:rsid w:val="002F5B2F"/>
    <w:rsid w:val="002F5DE5"/>
    <w:rsid w:val="003224F2"/>
    <w:rsid w:val="003255B9"/>
    <w:rsid w:val="003317EF"/>
    <w:rsid w:val="003405D0"/>
    <w:rsid w:val="0034100B"/>
    <w:rsid w:val="00347006"/>
    <w:rsid w:val="00353872"/>
    <w:rsid w:val="00361CB8"/>
    <w:rsid w:val="003652E5"/>
    <w:rsid w:val="00377D62"/>
    <w:rsid w:val="00390E14"/>
    <w:rsid w:val="003926D3"/>
    <w:rsid w:val="003939A8"/>
    <w:rsid w:val="00393F30"/>
    <w:rsid w:val="003954DD"/>
    <w:rsid w:val="00395FE4"/>
    <w:rsid w:val="00396217"/>
    <w:rsid w:val="003A051D"/>
    <w:rsid w:val="003A2B80"/>
    <w:rsid w:val="003A49C7"/>
    <w:rsid w:val="003A5A09"/>
    <w:rsid w:val="003B0F72"/>
    <w:rsid w:val="003B1DC3"/>
    <w:rsid w:val="003B6A86"/>
    <w:rsid w:val="003C380E"/>
    <w:rsid w:val="003D1BF0"/>
    <w:rsid w:val="003D64EE"/>
    <w:rsid w:val="003D724B"/>
    <w:rsid w:val="003E205B"/>
    <w:rsid w:val="003E3D35"/>
    <w:rsid w:val="003E5A1D"/>
    <w:rsid w:val="003F35BC"/>
    <w:rsid w:val="003F4281"/>
    <w:rsid w:val="004018B3"/>
    <w:rsid w:val="004042FC"/>
    <w:rsid w:val="00411F9D"/>
    <w:rsid w:val="00412CF3"/>
    <w:rsid w:val="00413372"/>
    <w:rsid w:val="00415476"/>
    <w:rsid w:val="00422C2E"/>
    <w:rsid w:val="004230A5"/>
    <w:rsid w:val="0042520F"/>
    <w:rsid w:val="00426BB4"/>
    <w:rsid w:val="00427F9D"/>
    <w:rsid w:val="0043304A"/>
    <w:rsid w:val="004343E7"/>
    <w:rsid w:val="0044147E"/>
    <w:rsid w:val="00441882"/>
    <w:rsid w:val="00441BC9"/>
    <w:rsid w:val="00454337"/>
    <w:rsid w:val="004602FE"/>
    <w:rsid w:val="00463CAE"/>
    <w:rsid w:val="00464A66"/>
    <w:rsid w:val="0047139D"/>
    <w:rsid w:val="00473C72"/>
    <w:rsid w:val="00475BF7"/>
    <w:rsid w:val="00482C8F"/>
    <w:rsid w:val="00485B20"/>
    <w:rsid w:val="004900AB"/>
    <w:rsid w:val="00492AE2"/>
    <w:rsid w:val="00493620"/>
    <w:rsid w:val="00495C69"/>
    <w:rsid w:val="004A382F"/>
    <w:rsid w:val="004A4A12"/>
    <w:rsid w:val="004A60AE"/>
    <w:rsid w:val="004A6739"/>
    <w:rsid w:val="004B06F3"/>
    <w:rsid w:val="004B46DC"/>
    <w:rsid w:val="004B46E3"/>
    <w:rsid w:val="004B7A2F"/>
    <w:rsid w:val="004C2D0A"/>
    <w:rsid w:val="004C4CC1"/>
    <w:rsid w:val="004C4EDB"/>
    <w:rsid w:val="004D0EFD"/>
    <w:rsid w:val="004D42CF"/>
    <w:rsid w:val="004D52EC"/>
    <w:rsid w:val="004D57EA"/>
    <w:rsid w:val="004F17C5"/>
    <w:rsid w:val="004F3047"/>
    <w:rsid w:val="004F6F46"/>
    <w:rsid w:val="00504AFF"/>
    <w:rsid w:val="00510B14"/>
    <w:rsid w:val="0051103B"/>
    <w:rsid w:val="00512F8F"/>
    <w:rsid w:val="005136B8"/>
    <w:rsid w:val="00520822"/>
    <w:rsid w:val="00526371"/>
    <w:rsid w:val="00526391"/>
    <w:rsid w:val="00527F86"/>
    <w:rsid w:val="0053360C"/>
    <w:rsid w:val="00535403"/>
    <w:rsid w:val="0053773F"/>
    <w:rsid w:val="005377F3"/>
    <w:rsid w:val="0054171D"/>
    <w:rsid w:val="00547269"/>
    <w:rsid w:val="00547CC6"/>
    <w:rsid w:val="00552C7E"/>
    <w:rsid w:val="00553F21"/>
    <w:rsid w:val="00554E17"/>
    <w:rsid w:val="00561DC5"/>
    <w:rsid w:val="0057005C"/>
    <w:rsid w:val="005710CF"/>
    <w:rsid w:val="005720D0"/>
    <w:rsid w:val="00580B67"/>
    <w:rsid w:val="00584D63"/>
    <w:rsid w:val="00591B6D"/>
    <w:rsid w:val="0059605C"/>
    <w:rsid w:val="00597E1F"/>
    <w:rsid w:val="005A0925"/>
    <w:rsid w:val="005A23AD"/>
    <w:rsid w:val="005A2676"/>
    <w:rsid w:val="005A51EB"/>
    <w:rsid w:val="005A62D6"/>
    <w:rsid w:val="005A65A8"/>
    <w:rsid w:val="005B075D"/>
    <w:rsid w:val="005C191C"/>
    <w:rsid w:val="005C4121"/>
    <w:rsid w:val="005C5068"/>
    <w:rsid w:val="005C54DA"/>
    <w:rsid w:val="005C6C27"/>
    <w:rsid w:val="005D1E2B"/>
    <w:rsid w:val="005D764A"/>
    <w:rsid w:val="005D76FE"/>
    <w:rsid w:val="005F0C86"/>
    <w:rsid w:val="005F31A9"/>
    <w:rsid w:val="005F33F0"/>
    <w:rsid w:val="005F56A3"/>
    <w:rsid w:val="00602A9E"/>
    <w:rsid w:val="00602CA9"/>
    <w:rsid w:val="00604836"/>
    <w:rsid w:val="006136D0"/>
    <w:rsid w:val="0061492E"/>
    <w:rsid w:val="00617171"/>
    <w:rsid w:val="00617C8F"/>
    <w:rsid w:val="00620151"/>
    <w:rsid w:val="006263C1"/>
    <w:rsid w:val="006265E3"/>
    <w:rsid w:val="00626F41"/>
    <w:rsid w:val="0063098C"/>
    <w:rsid w:val="006312DE"/>
    <w:rsid w:val="006341A3"/>
    <w:rsid w:val="006344E4"/>
    <w:rsid w:val="00635F0B"/>
    <w:rsid w:val="006363F0"/>
    <w:rsid w:val="006366E2"/>
    <w:rsid w:val="006420D7"/>
    <w:rsid w:val="0064564A"/>
    <w:rsid w:val="006460D6"/>
    <w:rsid w:val="006512E0"/>
    <w:rsid w:val="00667206"/>
    <w:rsid w:val="00667930"/>
    <w:rsid w:val="006700D0"/>
    <w:rsid w:val="006701A7"/>
    <w:rsid w:val="006734B2"/>
    <w:rsid w:val="00673C2D"/>
    <w:rsid w:val="00681D6D"/>
    <w:rsid w:val="00684423"/>
    <w:rsid w:val="006847C6"/>
    <w:rsid w:val="0068489F"/>
    <w:rsid w:val="00684F16"/>
    <w:rsid w:val="00691D33"/>
    <w:rsid w:val="00697AF8"/>
    <w:rsid w:val="006A1ACA"/>
    <w:rsid w:val="006A2912"/>
    <w:rsid w:val="006A4711"/>
    <w:rsid w:val="006A5F30"/>
    <w:rsid w:val="006C2F4D"/>
    <w:rsid w:val="006C3FD8"/>
    <w:rsid w:val="006C7AAC"/>
    <w:rsid w:val="006D029F"/>
    <w:rsid w:val="006D4A4B"/>
    <w:rsid w:val="006D61E7"/>
    <w:rsid w:val="006E261F"/>
    <w:rsid w:val="006F182C"/>
    <w:rsid w:val="006F6B27"/>
    <w:rsid w:val="00701AC6"/>
    <w:rsid w:val="00702EAA"/>
    <w:rsid w:val="00704C40"/>
    <w:rsid w:val="007069A3"/>
    <w:rsid w:val="00711CAC"/>
    <w:rsid w:val="00712FED"/>
    <w:rsid w:val="00720113"/>
    <w:rsid w:val="00726327"/>
    <w:rsid w:val="00731589"/>
    <w:rsid w:val="00732D07"/>
    <w:rsid w:val="007350C9"/>
    <w:rsid w:val="0073545C"/>
    <w:rsid w:val="007354BE"/>
    <w:rsid w:val="00736C4C"/>
    <w:rsid w:val="00737287"/>
    <w:rsid w:val="00740166"/>
    <w:rsid w:val="00740BF9"/>
    <w:rsid w:val="00741887"/>
    <w:rsid w:val="00747438"/>
    <w:rsid w:val="0075312A"/>
    <w:rsid w:val="00760B3B"/>
    <w:rsid w:val="00762C47"/>
    <w:rsid w:val="00766E83"/>
    <w:rsid w:val="00771265"/>
    <w:rsid w:val="007818E3"/>
    <w:rsid w:val="007A49C5"/>
    <w:rsid w:val="007A7574"/>
    <w:rsid w:val="007B5800"/>
    <w:rsid w:val="007B7DE8"/>
    <w:rsid w:val="007C3CC7"/>
    <w:rsid w:val="007C3E25"/>
    <w:rsid w:val="007E52AA"/>
    <w:rsid w:val="007E6123"/>
    <w:rsid w:val="007E77D2"/>
    <w:rsid w:val="007F0E56"/>
    <w:rsid w:val="007F64A0"/>
    <w:rsid w:val="007F77CC"/>
    <w:rsid w:val="0080031B"/>
    <w:rsid w:val="00802885"/>
    <w:rsid w:val="00804FA9"/>
    <w:rsid w:val="00813C4F"/>
    <w:rsid w:val="00820DBB"/>
    <w:rsid w:val="0082600D"/>
    <w:rsid w:val="0083457D"/>
    <w:rsid w:val="00834773"/>
    <w:rsid w:val="00844C01"/>
    <w:rsid w:val="00862668"/>
    <w:rsid w:val="0087197F"/>
    <w:rsid w:val="00877384"/>
    <w:rsid w:val="008836D1"/>
    <w:rsid w:val="0089219D"/>
    <w:rsid w:val="008973EE"/>
    <w:rsid w:val="00897FEF"/>
    <w:rsid w:val="008A31A1"/>
    <w:rsid w:val="008A53CA"/>
    <w:rsid w:val="008A5C7E"/>
    <w:rsid w:val="008B5FCC"/>
    <w:rsid w:val="008B6FAD"/>
    <w:rsid w:val="008C1D98"/>
    <w:rsid w:val="008C25AB"/>
    <w:rsid w:val="008C3469"/>
    <w:rsid w:val="008D3391"/>
    <w:rsid w:val="008D5C27"/>
    <w:rsid w:val="008E0536"/>
    <w:rsid w:val="008E272B"/>
    <w:rsid w:val="008E3431"/>
    <w:rsid w:val="008E6F6D"/>
    <w:rsid w:val="008E7233"/>
    <w:rsid w:val="008E72E6"/>
    <w:rsid w:val="008F08AB"/>
    <w:rsid w:val="008F1F1B"/>
    <w:rsid w:val="008F5C65"/>
    <w:rsid w:val="00900C31"/>
    <w:rsid w:val="00902A5B"/>
    <w:rsid w:val="0090447E"/>
    <w:rsid w:val="00913EF3"/>
    <w:rsid w:val="0091445D"/>
    <w:rsid w:val="00914EA0"/>
    <w:rsid w:val="00915A31"/>
    <w:rsid w:val="00925AF1"/>
    <w:rsid w:val="00926FF2"/>
    <w:rsid w:val="00927B65"/>
    <w:rsid w:val="00927C2F"/>
    <w:rsid w:val="00932B5A"/>
    <w:rsid w:val="00934AEC"/>
    <w:rsid w:val="00952DD8"/>
    <w:rsid w:val="00953368"/>
    <w:rsid w:val="009548E9"/>
    <w:rsid w:val="0095693F"/>
    <w:rsid w:val="00970832"/>
    <w:rsid w:val="00971C9B"/>
    <w:rsid w:val="00971CE4"/>
    <w:rsid w:val="009772D3"/>
    <w:rsid w:val="009824EC"/>
    <w:rsid w:val="00984567"/>
    <w:rsid w:val="00986546"/>
    <w:rsid w:val="009A5BAA"/>
    <w:rsid w:val="009B0E92"/>
    <w:rsid w:val="009B1E9C"/>
    <w:rsid w:val="009B4B06"/>
    <w:rsid w:val="009B74F0"/>
    <w:rsid w:val="009C3CFF"/>
    <w:rsid w:val="009C7925"/>
    <w:rsid w:val="009D0293"/>
    <w:rsid w:val="009D4CB9"/>
    <w:rsid w:val="009D504F"/>
    <w:rsid w:val="009D6E06"/>
    <w:rsid w:val="009D7A60"/>
    <w:rsid w:val="009E6D6E"/>
    <w:rsid w:val="009F46BE"/>
    <w:rsid w:val="00A07F04"/>
    <w:rsid w:val="00A15433"/>
    <w:rsid w:val="00A159FD"/>
    <w:rsid w:val="00A17304"/>
    <w:rsid w:val="00A233F9"/>
    <w:rsid w:val="00A31B55"/>
    <w:rsid w:val="00A33F72"/>
    <w:rsid w:val="00A37DD2"/>
    <w:rsid w:val="00A41D96"/>
    <w:rsid w:val="00A47ED8"/>
    <w:rsid w:val="00A53C95"/>
    <w:rsid w:val="00A56ED4"/>
    <w:rsid w:val="00A5735A"/>
    <w:rsid w:val="00A6282C"/>
    <w:rsid w:val="00A63D69"/>
    <w:rsid w:val="00A65786"/>
    <w:rsid w:val="00A6753B"/>
    <w:rsid w:val="00A67994"/>
    <w:rsid w:val="00A8025D"/>
    <w:rsid w:val="00A851AE"/>
    <w:rsid w:val="00A87A8F"/>
    <w:rsid w:val="00A912C0"/>
    <w:rsid w:val="00A93026"/>
    <w:rsid w:val="00A949C1"/>
    <w:rsid w:val="00A966B6"/>
    <w:rsid w:val="00A97EFD"/>
    <w:rsid w:val="00AA2FD6"/>
    <w:rsid w:val="00AA4ECF"/>
    <w:rsid w:val="00AB20FA"/>
    <w:rsid w:val="00AD0C76"/>
    <w:rsid w:val="00AD5001"/>
    <w:rsid w:val="00AE3CAE"/>
    <w:rsid w:val="00B00A9F"/>
    <w:rsid w:val="00B011D2"/>
    <w:rsid w:val="00B02AB9"/>
    <w:rsid w:val="00B05FA4"/>
    <w:rsid w:val="00B07B96"/>
    <w:rsid w:val="00B12E99"/>
    <w:rsid w:val="00B148C3"/>
    <w:rsid w:val="00B2500B"/>
    <w:rsid w:val="00B40229"/>
    <w:rsid w:val="00B449D1"/>
    <w:rsid w:val="00B50223"/>
    <w:rsid w:val="00B5406E"/>
    <w:rsid w:val="00B6144B"/>
    <w:rsid w:val="00B639A2"/>
    <w:rsid w:val="00B72486"/>
    <w:rsid w:val="00B806B2"/>
    <w:rsid w:val="00B82075"/>
    <w:rsid w:val="00B825D0"/>
    <w:rsid w:val="00B82E0D"/>
    <w:rsid w:val="00B93228"/>
    <w:rsid w:val="00BA27D0"/>
    <w:rsid w:val="00BA49D7"/>
    <w:rsid w:val="00BC7B93"/>
    <w:rsid w:val="00BD3F76"/>
    <w:rsid w:val="00BD5B13"/>
    <w:rsid w:val="00BE0001"/>
    <w:rsid w:val="00BE7390"/>
    <w:rsid w:val="00BE7462"/>
    <w:rsid w:val="00C108EA"/>
    <w:rsid w:val="00C154B6"/>
    <w:rsid w:val="00C16CAE"/>
    <w:rsid w:val="00C17B2A"/>
    <w:rsid w:val="00C26C30"/>
    <w:rsid w:val="00C316BC"/>
    <w:rsid w:val="00C36FF5"/>
    <w:rsid w:val="00C37E3B"/>
    <w:rsid w:val="00C41A97"/>
    <w:rsid w:val="00C45E02"/>
    <w:rsid w:val="00C47193"/>
    <w:rsid w:val="00C510FC"/>
    <w:rsid w:val="00C51572"/>
    <w:rsid w:val="00C52E23"/>
    <w:rsid w:val="00C53BD4"/>
    <w:rsid w:val="00C541E8"/>
    <w:rsid w:val="00C56CC9"/>
    <w:rsid w:val="00C60479"/>
    <w:rsid w:val="00C64C99"/>
    <w:rsid w:val="00C65279"/>
    <w:rsid w:val="00C72422"/>
    <w:rsid w:val="00C84869"/>
    <w:rsid w:val="00C86C57"/>
    <w:rsid w:val="00C915BD"/>
    <w:rsid w:val="00C97875"/>
    <w:rsid w:val="00CC1A60"/>
    <w:rsid w:val="00CC33A5"/>
    <w:rsid w:val="00CD0541"/>
    <w:rsid w:val="00CD5104"/>
    <w:rsid w:val="00CD795E"/>
    <w:rsid w:val="00D01BCB"/>
    <w:rsid w:val="00D04AED"/>
    <w:rsid w:val="00D25E34"/>
    <w:rsid w:val="00D276A1"/>
    <w:rsid w:val="00D47BDF"/>
    <w:rsid w:val="00D5048A"/>
    <w:rsid w:val="00D51337"/>
    <w:rsid w:val="00D61888"/>
    <w:rsid w:val="00D63933"/>
    <w:rsid w:val="00D86A3E"/>
    <w:rsid w:val="00D8764B"/>
    <w:rsid w:val="00D94826"/>
    <w:rsid w:val="00DA0C0E"/>
    <w:rsid w:val="00DB193F"/>
    <w:rsid w:val="00DB39DF"/>
    <w:rsid w:val="00DB3F51"/>
    <w:rsid w:val="00DB4904"/>
    <w:rsid w:val="00DB7F6E"/>
    <w:rsid w:val="00DC02AB"/>
    <w:rsid w:val="00DC1A39"/>
    <w:rsid w:val="00DE1025"/>
    <w:rsid w:val="00DE4261"/>
    <w:rsid w:val="00DE5E5E"/>
    <w:rsid w:val="00DF1E76"/>
    <w:rsid w:val="00DF2C33"/>
    <w:rsid w:val="00DF7CBE"/>
    <w:rsid w:val="00E00773"/>
    <w:rsid w:val="00E00CB5"/>
    <w:rsid w:val="00E1202E"/>
    <w:rsid w:val="00E1523A"/>
    <w:rsid w:val="00E1576A"/>
    <w:rsid w:val="00E16E1B"/>
    <w:rsid w:val="00E17F51"/>
    <w:rsid w:val="00E275CD"/>
    <w:rsid w:val="00E367F8"/>
    <w:rsid w:val="00E37D99"/>
    <w:rsid w:val="00E4321F"/>
    <w:rsid w:val="00E47C29"/>
    <w:rsid w:val="00E51145"/>
    <w:rsid w:val="00E54AA5"/>
    <w:rsid w:val="00E55673"/>
    <w:rsid w:val="00E606A0"/>
    <w:rsid w:val="00E63E58"/>
    <w:rsid w:val="00E81749"/>
    <w:rsid w:val="00E9187F"/>
    <w:rsid w:val="00EA06BB"/>
    <w:rsid w:val="00EA0E52"/>
    <w:rsid w:val="00EA3069"/>
    <w:rsid w:val="00EA60A8"/>
    <w:rsid w:val="00EB1B88"/>
    <w:rsid w:val="00EC239F"/>
    <w:rsid w:val="00ED47B1"/>
    <w:rsid w:val="00ED5487"/>
    <w:rsid w:val="00ED5FF1"/>
    <w:rsid w:val="00EE0F7B"/>
    <w:rsid w:val="00EE2130"/>
    <w:rsid w:val="00EE2FBF"/>
    <w:rsid w:val="00EE3DA8"/>
    <w:rsid w:val="00EE47E7"/>
    <w:rsid w:val="00EF67CA"/>
    <w:rsid w:val="00F10FA7"/>
    <w:rsid w:val="00F127DC"/>
    <w:rsid w:val="00F24F3B"/>
    <w:rsid w:val="00F25CB6"/>
    <w:rsid w:val="00F30252"/>
    <w:rsid w:val="00F320CB"/>
    <w:rsid w:val="00F32F39"/>
    <w:rsid w:val="00F42C12"/>
    <w:rsid w:val="00F5161F"/>
    <w:rsid w:val="00F524AF"/>
    <w:rsid w:val="00F549B4"/>
    <w:rsid w:val="00F70397"/>
    <w:rsid w:val="00F71DCE"/>
    <w:rsid w:val="00F82081"/>
    <w:rsid w:val="00FB53D6"/>
    <w:rsid w:val="00FB6849"/>
    <w:rsid w:val="00FB7BE1"/>
    <w:rsid w:val="00FC2981"/>
    <w:rsid w:val="00FC2B64"/>
    <w:rsid w:val="00FC4CC2"/>
    <w:rsid w:val="00FD239D"/>
    <w:rsid w:val="00FE084B"/>
    <w:rsid w:val="00FE09A8"/>
    <w:rsid w:val="00FE2A12"/>
    <w:rsid w:val="00FF0626"/>
    <w:rsid w:val="00FF0C3E"/>
    <w:rsid w:val="00FF1624"/>
    <w:rsid w:val="00FF42D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9DB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BFC"/>
  </w:style>
  <w:style w:type="paragraph" w:styleId="Overskrift1">
    <w:name w:val="heading 1"/>
    <w:basedOn w:val="Normal"/>
    <w:next w:val="Normal"/>
    <w:link w:val="Overskrift1Tegn"/>
    <w:qFormat/>
    <w:rsid w:val="00A65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3">
    <w:name w:val="heading 3"/>
    <w:basedOn w:val="Normal"/>
    <w:next w:val="Normal"/>
    <w:link w:val="Overskrift3Tegn"/>
    <w:qFormat/>
    <w:rsid w:val="00022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5A6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rsid w:val="001948B2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rsid w:val="001948B2"/>
    <w:pPr>
      <w:tabs>
        <w:tab w:val="center" w:pos="4819"/>
        <w:tab w:val="right" w:pos="9638"/>
      </w:tabs>
    </w:pPr>
  </w:style>
  <w:style w:type="character" w:customStyle="1" w:styleId="Overskrift1Tegn">
    <w:name w:val="Overskrift 1 Tegn"/>
    <w:basedOn w:val="Standardskrifttypeiafsnit"/>
    <w:link w:val="Overskrift1"/>
    <w:rsid w:val="00022222"/>
    <w:rPr>
      <w:rFonts w:ascii="Arial" w:hAnsi="Arial" w:cs="Arial"/>
      <w:b/>
      <w:bCs/>
      <w:kern w:val="32"/>
      <w:sz w:val="32"/>
      <w:szCs w:val="32"/>
      <w:lang w:val="da-DK" w:eastAsia="da-DK" w:bidi="ar-SA"/>
    </w:rPr>
  </w:style>
  <w:style w:type="character" w:customStyle="1" w:styleId="Overskrift3Tegn">
    <w:name w:val="Overskrift 3 Tegn"/>
    <w:basedOn w:val="Standardskrifttypeiafsnit"/>
    <w:link w:val="Overskrift3"/>
    <w:rsid w:val="00022222"/>
    <w:rPr>
      <w:rFonts w:ascii="Arial" w:hAnsi="Arial" w:cs="Arial"/>
      <w:b/>
      <w:bCs/>
      <w:sz w:val="26"/>
      <w:szCs w:val="26"/>
      <w:lang w:val="da-DK" w:eastAsia="da-DK" w:bidi="ar-SA"/>
    </w:rPr>
  </w:style>
  <w:style w:type="character" w:styleId="Hyperlink">
    <w:name w:val="Hyperlink"/>
    <w:basedOn w:val="Standardskrifttypeiafsnit"/>
    <w:rsid w:val="00022222"/>
    <w:rPr>
      <w:color w:val="0000FF"/>
      <w:u w:val="single"/>
    </w:rPr>
  </w:style>
  <w:style w:type="character" w:customStyle="1" w:styleId="SidehovedTegn">
    <w:name w:val="Sidehoved Tegn"/>
    <w:basedOn w:val="Standardskrifttypeiafsnit"/>
    <w:link w:val="Sidehoved"/>
    <w:uiPriority w:val="99"/>
    <w:rsid w:val="00F320CB"/>
  </w:style>
  <w:style w:type="paragraph" w:styleId="Markeringsbobletekst">
    <w:name w:val="Balloon Text"/>
    <w:basedOn w:val="Normal"/>
    <w:link w:val="MarkeringsbobletekstTegn"/>
    <w:rsid w:val="00F320CB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F320CB"/>
    <w:rPr>
      <w:rFonts w:ascii="Tahoma" w:hAnsi="Tahoma" w:cs="Tahoma"/>
      <w:sz w:val="16"/>
      <w:szCs w:val="16"/>
    </w:rPr>
  </w:style>
  <w:style w:type="paragraph" w:styleId="Opstilling-punkttegn">
    <w:name w:val="List Bullet"/>
    <w:basedOn w:val="Normal"/>
    <w:rsid w:val="00711CAC"/>
    <w:pPr>
      <w:numPr>
        <w:numId w:val="7"/>
      </w:numPr>
      <w:contextualSpacing/>
    </w:pPr>
  </w:style>
  <w:style w:type="paragraph" w:customStyle="1" w:styleId="bilagstekst">
    <w:name w:val="bilagstekst"/>
    <w:basedOn w:val="Normal"/>
    <w:rsid w:val="00711CAC"/>
    <w:pPr>
      <w:spacing w:before="60" w:after="60"/>
    </w:pPr>
    <w:rPr>
      <w:rFonts w:ascii="Tahoma" w:hAnsi="Tahoma" w:cs="Tahoma"/>
      <w:color w:val="000000"/>
      <w:sz w:val="24"/>
      <w:szCs w:val="24"/>
    </w:rPr>
  </w:style>
  <w:style w:type="paragraph" w:styleId="Listeafsnit">
    <w:name w:val="List Paragraph"/>
    <w:basedOn w:val="Normal"/>
    <w:uiPriority w:val="34"/>
    <w:qFormat/>
    <w:rsid w:val="007C3E25"/>
    <w:pPr>
      <w:ind w:left="720"/>
      <w:contextualSpacing/>
    </w:pPr>
  </w:style>
  <w:style w:type="character" w:customStyle="1" w:styleId="SidefodTegn">
    <w:name w:val="Sidefod Tegn"/>
    <w:basedOn w:val="Standardskrifttypeiafsnit"/>
    <w:link w:val="Sidefod"/>
    <w:uiPriority w:val="99"/>
    <w:rsid w:val="00F24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BFC"/>
  </w:style>
  <w:style w:type="paragraph" w:styleId="Overskrift1">
    <w:name w:val="heading 1"/>
    <w:basedOn w:val="Normal"/>
    <w:next w:val="Normal"/>
    <w:link w:val="Overskrift1Tegn"/>
    <w:qFormat/>
    <w:rsid w:val="00A65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3">
    <w:name w:val="heading 3"/>
    <w:basedOn w:val="Normal"/>
    <w:next w:val="Normal"/>
    <w:link w:val="Overskrift3Tegn"/>
    <w:qFormat/>
    <w:rsid w:val="00022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5A6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rsid w:val="001948B2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rsid w:val="001948B2"/>
    <w:pPr>
      <w:tabs>
        <w:tab w:val="center" w:pos="4819"/>
        <w:tab w:val="right" w:pos="9638"/>
      </w:tabs>
    </w:pPr>
  </w:style>
  <w:style w:type="character" w:customStyle="1" w:styleId="Overskrift1Tegn">
    <w:name w:val="Overskrift 1 Tegn"/>
    <w:basedOn w:val="Standardskrifttypeiafsnit"/>
    <w:link w:val="Overskrift1"/>
    <w:rsid w:val="00022222"/>
    <w:rPr>
      <w:rFonts w:ascii="Arial" w:hAnsi="Arial" w:cs="Arial"/>
      <w:b/>
      <w:bCs/>
      <w:kern w:val="32"/>
      <w:sz w:val="32"/>
      <w:szCs w:val="32"/>
      <w:lang w:val="da-DK" w:eastAsia="da-DK" w:bidi="ar-SA"/>
    </w:rPr>
  </w:style>
  <w:style w:type="character" w:customStyle="1" w:styleId="Overskrift3Tegn">
    <w:name w:val="Overskrift 3 Tegn"/>
    <w:basedOn w:val="Standardskrifttypeiafsnit"/>
    <w:link w:val="Overskrift3"/>
    <w:rsid w:val="00022222"/>
    <w:rPr>
      <w:rFonts w:ascii="Arial" w:hAnsi="Arial" w:cs="Arial"/>
      <w:b/>
      <w:bCs/>
      <w:sz w:val="26"/>
      <w:szCs w:val="26"/>
      <w:lang w:val="da-DK" w:eastAsia="da-DK" w:bidi="ar-SA"/>
    </w:rPr>
  </w:style>
  <w:style w:type="character" w:styleId="Hyperlink">
    <w:name w:val="Hyperlink"/>
    <w:basedOn w:val="Standardskrifttypeiafsnit"/>
    <w:rsid w:val="00022222"/>
    <w:rPr>
      <w:color w:val="0000FF"/>
      <w:u w:val="single"/>
    </w:rPr>
  </w:style>
  <w:style w:type="character" w:customStyle="1" w:styleId="SidehovedTegn">
    <w:name w:val="Sidehoved Tegn"/>
    <w:basedOn w:val="Standardskrifttypeiafsnit"/>
    <w:link w:val="Sidehoved"/>
    <w:uiPriority w:val="99"/>
    <w:rsid w:val="00F320CB"/>
  </w:style>
  <w:style w:type="paragraph" w:styleId="Markeringsbobletekst">
    <w:name w:val="Balloon Text"/>
    <w:basedOn w:val="Normal"/>
    <w:link w:val="MarkeringsbobletekstTegn"/>
    <w:rsid w:val="00F320CB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F320CB"/>
    <w:rPr>
      <w:rFonts w:ascii="Tahoma" w:hAnsi="Tahoma" w:cs="Tahoma"/>
      <w:sz w:val="16"/>
      <w:szCs w:val="16"/>
    </w:rPr>
  </w:style>
  <w:style w:type="paragraph" w:styleId="Opstilling-punkttegn">
    <w:name w:val="List Bullet"/>
    <w:basedOn w:val="Normal"/>
    <w:rsid w:val="00711CAC"/>
    <w:pPr>
      <w:numPr>
        <w:numId w:val="7"/>
      </w:numPr>
      <w:contextualSpacing/>
    </w:pPr>
  </w:style>
  <w:style w:type="paragraph" w:customStyle="1" w:styleId="bilagstekst">
    <w:name w:val="bilagstekst"/>
    <w:basedOn w:val="Normal"/>
    <w:rsid w:val="00711CAC"/>
    <w:pPr>
      <w:spacing w:before="60" w:after="60"/>
    </w:pPr>
    <w:rPr>
      <w:rFonts w:ascii="Tahoma" w:hAnsi="Tahoma" w:cs="Tahoma"/>
      <w:color w:val="000000"/>
      <w:sz w:val="24"/>
      <w:szCs w:val="24"/>
    </w:rPr>
  </w:style>
  <w:style w:type="paragraph" w:styleId="Listeafsnit">
    <w:name w:val="List Paragraph"/>
    <w:basedOn w:val="Normal"/>
    <w:uiPriority w:val="34"/>
    <w:qFormat/>
    <w:rsid w:val="007C3E25"/>
    <w:pPr>
      <w:ind w:left="720"/>
      <w:contextualSpacing/>
    </w:pPr>
  </w:style>
  <w:style w:type="character" w:customStyle="1" w:styleId="SidefodTegn">
    <w:name w:val="Sidefod Tegn"/>
    <w:basedOn w:val="Standardskrifttypeiafsnit"/>
    <w:link w:val="Sidefod"/>
    <w:uiPriority w:val="99"/>
    <w:rsid w:val="00F24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120581\Desktop\Projekt%20kval-rammen\Konsulent%20udd\Fra%20Thrane%20-%20Dok.%20hiraki\2%20Bilag%20til%20Moduler%20og%20Fag%20i%20Studie-Uddannelsesordning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FE363-C614-4227-A03D-202C633A5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8DB3FE-939D-4124-A395-8DAFA7BFD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236978-890E-4EB0-9865-BB6AAB8ACCA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9A23A1-AAD4-4AF8-A782-320F2C4E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Bilag til Moduler og Fag i Studie-Uddannelsesordning</Template>
  <TotalTime>1</TotalTime>
  <Pages>2</Pages>
  <Words>200</Words>
  <Characters>1502</Characters>
  <Application>Microsoft Office Word</Application>
  <DocSecurity>0</DocSecurity>
  <Lines>83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Bilag til Moduler/ Fag</vt:lpstr>
    </vt:vector>
  </TitlesOfParts>
  <Company>Koncernfælles IT-Driftsmyndighed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til Moduler/ Fag</dc:title>
  <dc:subject>Skabelon</dc:subject>
  <dc:creator>PFU-AP2 Blankensteiner, Tom</dc:creator>
  <cp:lastModifiedBy>Marianne S.Ø.K. Petersen</cp:lastModifiedBy>
  <cp:revision>3</cp:revision>
  <cp:lastPrinted>2014-09-05T08:48:00Z</cp:lastPrinted>
  <dcterms:created xsi:type="dcterms:W3CDTF">2019-05-22T08:30:00Z</dcterms:created>
  <dcterms:modified xsi:type="dcterms:W3CDTF">2019-05-22T08:30:00Z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Noegleord">
    <vt:lpwstr/>
  </property>
  <property fmtid="{D5CDD505-2E9C-101B-9397-08002B2CF9AE}" pid="5" name="Myndighed">
    <vt:lpwstr>FLOS-US-0004</vt:lpwstr>
  </property>
  <property fmtid="{D5CDD505-2E9C-101B-9397-08002B2CF9AE}" pid="6" name="Dato">
    <vt:lpwstr>2010-04-14T00:00:00Z</vt:lpwstr>
  </property>
  <property fmtid="{D5CDD505-2E9C-101B-9397-08002B2CF9AE}" pid="7" name="Emne">
    <vt:lpwstr>FLOS</vt:lpwstr>
  </property>
  <property fmtid="{D5CDD505-2E9C-101B-9397-08002B2CF9AE}" pid="8" name="Kommentarer">
    <vt:lpwstr/>
  </property>
  <property fmtid="{D5CDD505-2E9C-101B-9397-08002B2CF9AE}" pid="9" name="ContentTypeId">
    <vt:lpwstr>0x01010007522554C208384BA127A479AE5788E1</vt:lpwstr>
  </property>
  <property fmtid="{D5CDD505-2E9C-101B-9397-08002B2CF9AE}" pid="10" name="ContentRemapped">
    <vt:lpwstr>true</vt:lpwstr>
  </property>
  <property fmtid="{D5CDD505-2E9C-101B-9397-08002B2CF9AE}" pid="11" name="TitusGUID">
    <vt:lpwstr>bbeedf09-4deb-427e-8e24-f60655e99e52</vt:lpwstr>
  </property>
  <property fmtid="{D5CDD505-2E9C-101B-9397-08002B2CF9AE}" pid="12" name="Klassifikation">
    <vt:lpwstr>IKKE KLASSIFICERET</vt:lpwstr>
  </property>
  <property fmtid="{D5CDD505-2E9C-101B-9397-08002B2CF9AE}" pid="13" name="Maerkning">
    <vt:lpwstr/>
  </property>
</Properties>
</file>